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B1AF76" w14:textId="77777777" w:rsidR="006E5D65" w:rsidRPr="00DC6B32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C6B32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C6B32">
        <w:rPr>
          <w:rFonts w:ascii="Corbel" w:hAnsi="Corbel"/>
          <w:b/>
          <w:bCs/>
          <w:sz w:val="24"/>
          <w:szCs w:val="24"/>
        </w:rPr>
        <w:tab/>
      </w:r>
      <w:r w:rsidR="00CD6897" w:rsidRPr="00DC6B32">
        <w:rPr>
          <w:rFonts w:ascii="Corbel" w:hAnsi="Corbel"/>
          <w:b/>
          <w:bCs/>
          <w:sz w:val="24"/>
          <w:szCs w:val="24"/>
        </w:rPr>
        <w:tab/>
      </w:r>
      <w:r w:rsidR="00CD6897" w:rsidRPr="00DC6B32">
        <w:rPr>
          <w:rFonts w:ascii="Corbel" w:hAnsi="Corbel"/>
          <w:b/>
          <w:bCs/>
          <w:sz w:val="24"/>
          <w:szCs w:val="24"/>
        </w:rPr>
        <w:tab/>
      </w:r>
      <w:r w:rsidR="00CD6897" w:rsidRPr="00DC6B32">
        <w:rPr>
          <w:rFonts w:ascii="Corbel" w:hAnsi="Corbel"/>
          <w:b/>
          <w:bCs/>
          <w:sz w:val="24"/>
          <w:szCs w:val="24"/>
        </w:rPr>
        <w:tab/>
      </w:r>
      <w:r w:rsidR="00CD6897" w:rsidRPr="00DC6B32">
        <w:rPr>
          <w:rFonts w:ascii="Corbel" w:hAnsi="Corbel"/>
          <w:b/>
          <w:bCs/>
          <w:sz w:val="24"/>
          <w:szCs w:val="24"/>
        </w:rPr>
        <w:tab/>
      </w:r>
      <w:r w:rsidR="00CD6897" w:rsidRPr="00DC6B32">
        <w:rPr>
          <w:rFonts w:ascii="Corbel" w:hAnsi="Corbel"/>
          <w:b/>
          <w:bCs/>
          <w:sz w:val="24"/>
          <w:szCs w:val="24"/>
        </w:rPr>
        <w:tab/>
      </w:r>
      <w:r w:rsidR="00D8678B" w:rsidRPr="00DC6B32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DC6B32">
        <w:rPr>
          <w:rFonts w:ascii="Corbel" w:hAnsi="Corbel"/>
          <w:bCs/>
          <w:i/>
          <w:sz w:val="24"/>
          <w:szCs w:val="24"/>
        </w:rPr>
        <w:t>1.5</w:t>
      </w:r>
      <w:r w:rsidR="00D8678B" w:rsidRPr="00DC6B32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DC6B32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DC6B32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DC6B32">
        <w:rPr>
          <w:rFonts w:ascii="Corbel" w:hAnsi="Corbel"/>
          <w:bCs/>
          <w:i/>
          <w:sz w:val="24"/>
          <w:szCs w:val="24"/>
        </w:rPr>
        <w:t>12/2019</w:t>
      </w:r>
    </w:p>
    <w:p w14:paraId="74A4F005" w14:textId="77777777" w:rsidR="0085747A" w:rsidRPr="00DC6B3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C6B32">
        <w:rPr>
          <w:rFonts w:ascii="Corbel" w:hAnsi="Corbel"/>
          <w:b/>
          <w:smallCaps/>
          <w:sz w:val="24"/>
          <w:szCs w:val="24"/>
        </w:rPr>
        <w:t>SYLABUS</w:t>
      </w:r>
    </w:p>
    <w:p w14:paraId="7698EBD2" w14:textId="77777777" w:rsidR="0085747A" w:rsidRPr="00DC6B32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C6B32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C6B32">
        <w:rPr>
          <w:rFonts w:ascii="Corbel" w:hAnsi="Corbel"/>
          <w:b/>
          <w:smallCaps/>
          <w:sz w:val="24"/>
          <w:szCs w:val="24"/>
        </w:rPr>
        <w:t xml:space="preserve"> </w:t>
      </w:r>
      <w:r w:rsidR="00CB4CA5" w:rsidRPr="00DC6B32">
        <w:rPr>
          <w:rFonts w:ascii="Corbel" w:hAnsi="Corbel"/>
          <w:b/>
          <w:smallCaps/>
          <w:sz w:val="24"/>
          <w:szCs w:val="24"/>
        </w:rPr>
        <w:t>2019/2021</w:t>
      </w:r>
      <w:r w:rsidR="0085747A" w:rsidRPr="00DC6B32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39BC8CE" w14:textId="77777777" w:rsidR="0085747A" w:rsidRPr="00DC6B32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C6B3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DC6B32">
        <w:rPr>
          <w:rFonts w:ascii="Corbel" w:hAnsi="Corbel"/>
          <w:i/>
          <w:sz w:val="24"/>
          <w:szCs w:val="24"/>
        </w:rPr>
        <w:t>(skrajne daty</w:t>
      </w:r>
      <w:r w:rsidR="0085747A" w:rsidRPr="00DC6B32">
        <w:rPr>
          <w:rFonts w:ascii="Corbel" w:hAnsi="Corbel"/>
          <w:sz w:val="24"/>
          <w:szCs w:val="24"/>
        </w:rPr>
        <w:t>)</w:t>
      </w:r>
    </w:p>
    <w:p w14:paraId="6A7367DE" w14:textId="77777777" w:rsidR="00445970" w:rsidRPr="00DC6B32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C6B32">
        <w:rPr>
          <w:rFonts w:ascii="Corbel" w:hAnsi="Corbel"/>
          <w:sz w:val="24"/>
          <w:szCs w:val="24"/>
        </w:rPr>
        <w:tab/>
      </w:r>
      <w:r w:rsidRPr="00DC6B32">
        <w:rPr>
          <w:rFonts w:ascii="Corbel" w:hAnsi="Corbel"/>
          <w:sz w:val="24"/>
          <w:szCs w:val="24"/>
        </w:rPr>
        <w:tab/>
      </w:r>
      <w:r w:rsidRPr="00DC6B32">
        <w:rPr>
          <w:rFonts w:ascii="Corbel" w:hAnsi="Corbel"/>
          <w:sz w:val="24"/>
          <w:szCs w:val="24"/>
        </w:rPr>
        <w:tab/>
      </w:r>
      <w:r w:rsidRPr="00DC6B32">
        <w:rPr>
          <w:rFonts w:ascii="Corbel" w:hAnsi="Corbel"/>
          <w:sz w:val="24"/>
          <w:szCs w:val="24"/>
        </w:rPr>
        <w:tab/>
        <w:t xml:space="preserve">Rok akademicki   </w:t>
      </w:r>
      <w:r w:rsidR="00CB4CA5" w:rsidRPr="00DC6B32">
        <w:rPr>
          <w:rFonts w:ascii="Corbel" w:hAnsi="Corbel"/>
          <w:sz w:val="24"/>
          <w:szCs w:val="24"/>
        </w:rPr>
        <w:t>2019/2020</w:t>
      </w:r>
    </w:p>
    <w:p w14:paraId="6864921A" w14:textId="77777777" w:rsidR="0085747A" w:rsidRPr="00DC6B3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45E335" w14:textId="77777777" w:rsidR="0085747A" w:rsidRPr="00DC6B3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C6B32">
        <w:rPr>
          <w:rFonts w:ascii="Corbel" w:hAnsi="Corbel"/>
          <w:szCs w:val="24"/>
        </w:rPr>
        <w:t xml:space="preserve">1. </w:t>
      </w:r>
      <w:r w:rsidR="0085747A" w:rsidRPr="00DC6B32">
        <w:rPr>
          <w:rFonts w:ascii="Corbel" w:hAnsi="Corbel"/>
          <w:szCs w:val="24"/>
        </w:rPr>
        <w:t xml:space="preserve">Podstawowe </w:t>
      </w:r>
      <w:r w:rsidR="00445970" w:rsidRPr="00DC6B3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C6B32" w14:paraId="6E1A982E" w14:textId="77777777" w:rsidTr="00B819C8">
        <w:tc>
          <w:tcPr>
            <w:tcW w:w="2694" w:type="dxa"/>
            <w:vAlign w:val="center"/>
          </w:tcPr>
          <w:p w14:paraId="152A5A73" w14:textId="77777777" w:rsidR="0085747A" w:rsidRPr="00DC6B3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DC9A5D" w14:textId="6151872B" w:rsidR="0085747A" w:rsidRPr="00DC6B32" w:rsidRDefault="00CB4CA5" w:rsidP="002639F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Specjalne potrzeby dzieci i młodzieży w syst</w:t>
            </w:r>
            <w:r w:rsidR="002A7085" w:rsidRPr="00DC6B32">
              <w:rPr>
                <w:rFonts w:ascii="Corbel" w:hAnsi="Corbel"/>
                <w:sz w:val="24"/>
                <w:szCs w:val="24"/>
              </w:rPr>
              <w:t xml:space="preserve">emie oświaty i pomocy </w:t>
            </w:r>
          </w:p>
        </w:tc>
      </w:tr>
      <w:tr w:rsidR="0085747A" w:rsidRPr="00DC6B32" w14:paraId="6C2A95AF" w14:textId="77777777" w:rsidTr="00B819C8">
        <w:tc>
          <w:tcPr>
            <w:tcW w:w="2694" w:type="dxa"/>
            <w:vAlign w:val="center"/>
          </w:tcPr>
          <w:p w14:paraId="0D4D17F9" w14:textId="77777777" w:rsidR="0085747A" w:rsidRPr="00DC6B3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C6B3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19D574A" w14:textId="77777777" w:rsidR="0085747A" w:rsidRPr="00DC6B32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DC6B32" w14:paraId="3C4E090D" w14:textId="77777777" w:rsidTr="00B819C8">
        <w:tc>
          <w:tcPr>
            <w:tcW w:w="2694" w:type="dxa"/>
            <w:vAlign w:val="center"/>
          </w:tcPr>
          <w:p w14:paraId="38BD58AE" w14:textId="77777777" w:rsidR="0085747A" w:rsidRPr="00DC6B32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C6B3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2FFD9A9" w14:textId="6C6BFE01" w:rsidR="0085747A" w:rsidRPr="00DC6B32" w:rsidRDefault="00DC6B32" w:rsidP="00DC6B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C6B32" w14:paraId="4906A939" w14:textId="77777777" w:rsidTr="00B819C8">
        <w:tc>
          <w:tcPr>
            <w:tcW w:w="2694" w:type="dxa"/>
            <w:vAlign w:val="center"/>
          </w:tcPr>
          <w:p w14:paraId="18BE1DB4" w14:textId="77777777" w:rsidR="0085747A" w:rsidRPr="00DC6B3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863E08" w14:textId="3E1D5C99" w:rsidR="00ED72AE" w:rsidRPr="00DC6B32" w:rsidRDefault="00DC6B32" w:rsidP="00ED72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DC6B32" w14:paraId="2ACE4E2A" w14:textId="77777777" w:rsidTr="00B819C8">
        <w:tc>
          <w:tcPr>
            <w:tcW w:w="2694" w:type="dxa"/>
            <w:vAlign w:val="center"/>
          </w:tcPr>
          <w:p w14:paraId="1F96D443" w14:textId="77777777" w:rsidR="0085747A" w:rsidRPr="00DC6B3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59DF09" w14:textId="77777777" w:rsidR="0085747A" w:rsidRPr="00DC6B32" w:rsidRDefault="002639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32">
              <w:rPr>
                <w:rFonts w:ascii="Corbel" w:hAnsi="Corbel"/>
                <w:b w:val="0"/>
                <w:sz w:val="24"/>
                <w:szCs w:val="24"/>
              </w:rPr>
              <w:t>Pedagogika, specjalność:</w:t>
            </w:r>
            <w:r w:rsidR="00CB4CA5" w:rsidRPr="00DC6B32">
              <w:rPr>
                <w:rFonts w:ascii="Corbel" w:hAnsi="Corbel"/>
                <w:b w:val="0"/>
                <w:sz w:val="24"/>
                <w:szCs w:val="24"/>
              </w:rPr>
              <w:t xml:space="preserve"> Pedagogika </w:t>
            </w:r>
            <w:r w:rsidRPr="00DC6B32">
              <w:rPr>
                <w:rFonts w:ascii="Corbel" w:hAnsi="Corbel"/>
                <w:b w:val="0"/>
                <w:sz w:val="24"/>
                <w:szCs w:val="24"/>
              </w:rPr>
              <w:t>Opiekuńczo-W</w:t>
            </w:r>
            <w:r w:rsidR="00ED72AE" w:rsidRPr="00DC6B32">
              <w:rPr>
                <w:rFonts w:ascii="Corbel" w:hAnsi="Corbel"/>
                <w:b w:val="0"/>
                <w:sz w:val="24"/>
                <w:szCs w:val="24"/>
              </w:rPr>
              <w:t>ychowawcza</w:t>
            </w:r>
          </w:p>
        </w:tc>
      </w:tr>
      <w:tr w:rsidR="0085747A" w:rsidRPr="00DC6B32" w14:paraId="523EBB3C" w14:textId="77777777" w:rsidTr="00B819C8">
        <w:tc>
          <w:tcPr>
            <w:tcW w:w="2694" w:type="dxa"/>
            <w:vAlign w:val="center"/>
          </w:tcPr>
          <w:p w14:paraId="47995854" w14:textId="77777777" w:rsidR="0085747A" w:rsidRPr="00DC6B3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0DE7BC2" w14:textId="77777777" w:rsidR="0085747A" w:rsidRPr="00DC6B32" w:rsidRDefault="002639F6" w:rsidP="002639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32"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DC6B32" w14:paraId="277E0290" w14:textId="77777777" w:rsidTr="00B819C8">
        <w:tc>
          <w:tcPr>
            <w:tcW w:w="2694" w:type="dxa"/>
            <w:vAlign w:val="center"/>
          </w:tcPr>
          <w:p w14:paraId="4BA1CD01" w14:textId="77777777" w:rsidR="0085747A" w:rsidRPr="00DC6B3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4281E6" w14:textId="77777777" w:rsidR="0085747A" w:rsidRPr="00DC6B32" w:rsidRDefault="00ED72AE" w:rsidP="00ED72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3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DC6B32" w14:paraId="1FBEC4F5" w14:textId="77777777" w:rsidTr="00B819C8">
        <w:tc>
          <w:tcPr>
            <w:tcW w:w="2694" w:type="dxa"/>
            <w:vAlign w:val="center"/>
          </w:tcPr>
          <w:p w14:paraId="28351605" w14:textId="77777777" w:rsidR="0085747A" w:rsidRPr="00DC6B3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9A9124" w14:textId="77777777" w:rsidR="0085747A" w:rsidRPr="00DC6B32" w:rsidRDefault="002639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32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DC6B32" w14:paraId="60E585D3" w14:textId="77777777" w:rsidTr="00B819C8">
        <w:tc>
          <w:tcPr>
            <w:tcW w:w="2694" w:type="dxa"/>
            <w:vAlign w:val="center"/>
          </w:tcPr>
          <w:p w14:paraId="7496AB4A" w14:textId="77777777" w:rsidR="0085747A" w:rsidRPr="00DC6B3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C6B32">
              <w:rPr>
                <w:rFonts w:ascii="Corbel" w:hAnsi="Corbel"/>
                <w:sz w:val="24"/>
                <w:szCs w:val="24"/>
              </w:rPr>
              <w:t>/y</w:t>
            </w:r>
            <w:r w:rsidRPr="00DC6B3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36303D" w14:textId="77777777" w:rsidR="0085747A" w:rsidRPr="00DC6B32" w:rsidRDefault="002639F6" w:rsidP="002639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32">
              <w:rPr>
                <w:rFonts w:ascii="Corbel" w:hAnsi="Corbel"/>
                <w:b w:val="0"/>
                <w:sz w:val="24"/>
                <w:szCs w:val="24"/>
              </w:rPr>
              <w:t>I rok</w:t>
            </w:r>
            <w:r w:rsidR="00ED72AE" w:rsidRPr="00DC6B32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DC6B32">
              <w:rPr>
                <w:rFonts w:ascii="Corbel" w:hAnsi="Corbel"/>
                <w:b w:val="0"/>
                <w:sz w:val="24"/>
                <w:szCs w:val="24"/>
              </w:rPr>
              <w:t>2. semestr</w:t>
            </w:r>
          </w:p>
        </w:tc>
      </w:tr>
      <w:tr w:rsidR="0085747A" w:rsidRPr="00DC6B32" w14:paraId="3B640215" w14:textId="77777777" w:rsidTr="00B819C8">
        <w:tc>
          <w:tcPr>
            <w:tcW w:w="2694" w:type="dxa"/>
            <w:vAlign w:val="center"/>
          </w:tcPr>
          <w:p w14:paraId="604BDE8B" w14:textId="77777777" w:rsidR="0085747A" w:rsidRPr="00DC6B3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A5741A" w14:textId="77777777" w:rsidR="0085747A" w:rsidRPr="00DC6B32" w:rsidRDefault="00ED72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3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DC6B32" w14:paraId="1561775E" w14:textId="77777777" w:rsidTr="00B819C8">
        <w:tc>
          <w:tcPr>
            <w:tcW w:w="2694" w:type="dxa"/>
            <w:vAlign w:val="center"/>
          </w:tcPr>
          <w:p w14:paraId="06B0A40B" w14:textId="77777777" w:rsidR="00923D7D" w:rsidRPr="00DC6B3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91E741" w14:textId="77777777" w:rsidR="00923D7D" w:rsidRPr="00DC6B32" w:rsidRDefault="00ED72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3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DC6B32" w14:paraId="7C7D09DA" w14:textId="77777777" w:rsidTr="00B819C8">
        <w:tc>
          <w:tcPr>
            <w:tcW w:w="2694" w:type="dxa"/>
            <w:vAlign w:val="center"/>
          </w:tcPr>
          <w:p w14:paraId="572D00F4" w14:textId="77777777" w:rsidR="0085747A" w:rsidRPr="00DC6B3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8A6622" w14:textId="77777777" w:rsidR="0085747A" w:rsidRPr="00DC6B32" w:rsidRDefault="002639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32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D72AE" w:rsidRPr="00DC6B32">
              <w:rPr>
                <w:rFonts w:ascii="Corbel" w:hAnsi="Corbel"/>
                <w:b w:val="0"/>
                <w:sz w:val="24"/>
                <w:szCs w:val="24"/>
              </w:rPr>
              <w:t>r Agnieszka Łaba-</w:t>
            </w:r>
            <w:proofErr w:type="spellStart"/>
            <w:r w:rsidR="00ED72AE" w:rsidRPr="00DC6B32"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</w:tc>
      </w:tr>
      <w:tr w:rsidR="0085747A" w:rsidRPr="00DC6B32" w14:paraId="0A9ECE97" w14:textId="77777777" w:rsidTr="00B819C8">
        <w:tc>
          <w:tcPr>
            <w:tcW w:w="2694" w:type="dxa"/>
            <w:vAlign w:val="center"/>
          </w:tcPr>
          <w:p w14:paraId="63EFF8CA" w14:textId="77777777" w:rsidR="0085747A" w:rsidRPr="00DC6B3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283C52" w14:textId="59EAA523" w:rsidR="00ED72AE" w:rsidRPr="00DC6B32" w:rsidRDefault="003938A3" w:rsidP="00A473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32">
              <w:rPr>
                <w:rFonts w:ascii="Corbel" w:hAnsi="Corbel"/>
                <w:b w:val="0"/>
                <w:sz w:val="24"/>
                <w:szCs w:val="24"/>
              </w:rPr>
              <w:t>dr Agnieszka Łaba-Hornecka</w:t>
            </w:r>
          </w:p>
        </w:tc>
      </w:tr>
    </w:tbl>
    <w:p w14:paraId="09681E32" w14:textId="77777777" w:rsidR="0085747A" w:rsidRPr="00DC6B3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C6B32">
        <w:rPr>
          <w:rFonts w:ascii="Corbel" w:hAnsi="Corbel"/>
          <w:sz w:val="24"/>
          <w:szCs w:val="24"/>
        </w:rPr>
        <w:t xml:space="preserve">* </w:t>
      </w:r>
      <w:r w:rsidRPr="00DC6B32">
        <w:rPr>
          <w:rFonts w:ascii="Corbel" w:hAnsi="Corbel"/>
          <w:i/>
          <w:sz w:val="24"/>
          <w:szCs w:val="24"/>
        </w:rPr>
        <w:t>-</w:t>
      </w:r>
      <w:r w:rsidR="00B90885" w:rsidRPr="00DC6B3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C6B32">
        <w:rPr>
          <w:rFonts w:ascii="Corbel" w:hAnsi="Corbel"/>
          <w:b w:val="0"/>
          <w:sz w:val="24"/>
          <w:szCs w:val="24"/>
        </w:rPr>
        <w:t>e,</w:t>
      </w:r>
      <w:r w:rsidRPr="00DC6B32">
        <w:rPr>
          <w:rFonts w:ascii="Corbel" w:hAnsi="Corbel"/>
          <w:i/>
          <w:sz w:val="24"/>
          <w:szCs w:val="24"/>
        </w:rPr>
        <w:t xml:space="preserve"> </w:t>
      </w:r>
      <w:r w:rsidRPr="00DC6B3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C6B32">
        <w:rPr>
          <w:rFonts w:ascii="Corbel" w:hAnsi="Corbel"/>
          <w:b w:val="0"/>
          <w:i/>
          <w:sz w:val="24"/>
          <w:szCs w:val="24"/>
        </w:rPr>
        <w:t>w Jednostce</w:t>
      </w:r>
    </w:p>
    <w:p w14:paraId="7A5B2580" w14:textId="77777777" w:rsidR="00923D7D" w:rsidRPr="00DC6B3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BA8854" w14:textId="77777777" w:rsidR="0085747A" w:rsidRPr="00DC6B3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C6B32">
        <w:rPr>
          <w:rFonts w:ascii="Corbel" w:hAnsi="Corbel"/>
          <w:sz w:val="24"/>
          <w:szCs w:val="24"/>
        </w:rPr>
        <w:t>1.</w:t>
      </w:r>
      <w:r w:rsidR="00E22FBC" w:rsidRPr="00DC6B32">
        <w:rPr>
          <w:rFonts w:ascii="Corbel" w:hAnsi="Corbel"/>
          <w:sz w:val="24"/>
          <w:szCs w:val="24"/>
        </w:rPr>
        <w:t>1</w:t>
      </w:r>
      <w:r w:rsidRPr="00DC6B3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00CB67D" w14:textId="77777777" w:rsidR="00923D7D" w:rsidRPr="00DC6B3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C6B32" w14:paraId="16936E88" w14:textId="77777777" w:rsidTr="00ED72A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A72F" w14:textId="77777777" w:rsidR="00015B8F" w:rsidRPr="00DC6B3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32">
              <w:rPr>
                <w:rFonts w:ascii="Corbel" w:hAnsi="Corbel"/>
                <w:szCs w:val="24"/>
              </w:rPr>
              <w:t>Semestr</w:t>
            </w:r>
          </w:p>
          <w:p w14:paraId="0A37A4BF" w14:textId="77777777" w:rsidR="00015B8F" w:rsidRPr="00DC6B3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32">
              <w:rPr>
                <w:rFonts w:ascii="Corbel" w:hAnsi="Corbel"/>
                <w:szCs w:val="24"/>
              </w:rPr>
              <w:t>(</w:t>
            </w:r>
            <w:r w:rsidR="00363F78" w:rsidRPr="00DC6B3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7F1CE" w14:textId="77777777" w:rsidR="00015B8F" w:rsidRPr="00DC6B3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6B32">
              <w:rPr>
                <w:rFonts w:ascii="Corbel" w:hAnsi="Corbel"/>
                <w:szCs w:val="24"/>
              </w:rPr>
              <w:t>Wykł</w:t>
            </w:r>
            <w:proofErr w:type="spellEnd"/>
            <w:r w:rsidRPr="00DC6B3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42B14" w14:textId="77777777" w:rsidR="00015B8F" w:rsidRPr="00DC6B3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3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55D6F" w14:textId="77777777" w:rsidR="00015B8F" w:rsidRPr="00DC6B3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6B32">
              <w:rPr>
                <w:rFonts w:ascii="Corbel" w:hAnsi="Corbel"/>
                <w:szCs w:val="24"/>
              </w:rPr>
              <w:t>Konw</w:t>
            </w:r>
            <w:proofErr w:type="spellEnd"/>
            <w:r w:rsidRPr="00DC6B3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E2385" w14:textId="77777777" w:rsidR="00015B8F" w:rsidRPr="00DC6B3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3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58800" w14:textId="77777777" w:rsidR="00015B8F" w:rsidRPr="00DC6B3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6B32">
              <w:rPr>
                <w:rFonts w:ascii="Corbel" w:hAnsi="Corbel"/>
                <w:szCs w:val="24"/>
              </w:rPr>
              <w:t>Sem</w:t>
            </w:r>
            <w:proofErr w:type="spellEnd"/>
            <w:r w:rsidRPr="00DC6B3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F2404" w14:textId="77777777" w:rsidR="00015B8F" w:rsidRPr="00DC6B3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3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59A40" w14:textId="77777777" w:rsidR="00015B8F" w:rsidRPr="00DC6B3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6B32">
              <w:rPr>
                <w:rFonts w:ascii="Corbel" w:hAnsi="Corbel"/>
                <w:szCs w:val="24"/>
              </w:rPr>
              <w:t>Prakt</w:t>
            </w:r>
            <w:proofErr w:type="spellEnd"/>
            <w:r w:rsidRPr="00DC6B3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B64BD" w14:textId="77777777" w:rsidR="00015B8F" w:rsidRPr="00DC6B3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3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4782E" w14:textId="77777777" w:rsidR="00015B8F" w:rsidRPr="00DC6B3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C6B32">
              <w:rPr>
                <w:rFonts w:ascii="Corbel" w:hAnsi="Corbel"/>
                <w:b/>
                <w:szCs w:val="24"/>
              </w:rPr>
              <w:t>Liczba pkt</w:t>
            </w:r>
            <w:r w:rsidR="00B90885" w:rsidRPr="00DC6B32">
              <w:rPr>
                <w:rFonts w:ascii="Corbel" w:hAnsi="Corbel"/>
                <w:b/>
                <w:szCs w:val="24"/>
              </w:rPr>
              <w:t>.</w:t>
            </w:r>
            <w:r w:rsidRPr="00DC6B3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C6B32" w14:paraId="3FABF07E" w14:textId="77777777" w:rsidTr="00ED72A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0796" w14:textId="77777777" w:rsidR="00015B8F" w:rsidRPr="00DC6B32" w:rsidRDefault="00ED72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D778" w14:textId="77777777" w:rsidR="00015B8F" w:rsidRPr="00DC6B32" w:rsidRDefault="00ED72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DBF21" w14:textId="77777777" w:rsidR="00015B8F" w:rsidRPr="00DC6B32" w:rsidRDefault="00ED72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3918" w14:textId="77777777" w:rsidR="00015B8F" w:rsidRPr="00DC6B3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D31FA" w14:textId="77777777" w:rsidR="00015B8F" w:rsidRPr="00DC6B3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F8CC" w14:textId="77777777" w:rsidR="00015B8F" w:rsidRPr="00DC6B3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6DB3" w14:textId="77777777" w:rsidR="00015B8F" w:rsidRPr="00DC6B3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0195C" w14:textId="77777777" w:rsidR="00015B8F" w:rsidRPr="00DC6B3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9B424" w14:textId="77777777" w:rsidR="00015B8F" w:rsidRPr="00DC6B3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09B20" w14:textId="77777777" w:rsidR="00015B8F" w:rsidRPr="00DC6B32" w:rsidRDefault="00ED72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235F1C2" w14:textId="77777777" w:rsidR="00923D7D" w:rsidRPr="00DC6B3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A886D1B" w14:textId="77777777" w:rsidR="00923D7D" w:rsidRPr="00DC6B3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ECE5F2D" w14:textId="77777777" w:rsidR="0085747A" w:rsidRPr="00DC6B3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C6B32">
        <w:rPr>
          <w:rFonts w:ascii="Corbel" w:hAnsi="Corbel"/>
          <w:smallCaps w:val="0"/>
          <w:szCs w:val="24"/>
        </w:rPr>
        <w:t>1.</w:t>
      </w:r>
      <w:r w:rsidR="00E22FBC" w:rsidRPr="00DC6B32">
        <w:rPr>
          <w:rFonts w:ascii="Corbel" w:hAnsi="Corbel"/>
          <w:smallCaps w:val="0"/>
          <w:szCs w:val="24"/>
        </w:rPr>
        <w:t>2</w:t>
      </w:r>
      <w:r w:rsidR="00F83B28" w:rsidRPr="00DC6B32">
        <w:rPr>
          <w:rFonts w:ascii="Corbel" w:hAnsi="Corbel"/>
          <w:smallCaps w:val="0"/>
          <w:szCs w:val="24"/>
        </w:rPr>
        <w:t>.</w:t>
      </w:r>
      <w:r w:rsidR="00F83B28" w:rsidRPr="00DC6B32">
        <w:rPr>
          <w:rFonts w:ascii="Corbel" w:hAnsi="Corbel"/>
          <w:smallCaps w:val="0"/>
          <w:szCs w:val="24"/>
        </w:rPr>
        <w:tab/>
      </w:r>
      <w:r w:rsidRPr="00DC6B32">
        <w:rPr>
          <w:rFonts w:ascii="Corbel" w:hAnsi="Corbel"/>
          <w:smallCaps w:val="0"/>
          <w:szCs w:val="24"/>
        </w:rPr>
        <w:t xml:space="preserve">Sposób realizacji zajęć  </w:t>
      </w:r>
    </w:p>
    <w:p w14:paraId="5E262E4B" w14:textId="77777777" w:rsidR="0085747A" w:rsidRPr="00DC6B32" w:rsidRDefault="002639F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C6B32">
        <w:rPr>
          <w:rFonts w:ascii="Corbel" w:eastAsia="MS Gothic" w:hAnsi="Corbel"/>
          <w:b w:val="0"/>
          <w:szCs w:val="24"/>
        </w:rPr>
        <w:sym w:font="Wingdings" w:char="F0FE"/>
      </w:r>
      <w:r w:rsidRPr="00DC6B32">
        <w:rPr>
          <w:rFonts w:ascii="Corbel" w:eastAsia="MS Gothic" w:hAnsi="Corbel"/>
          <w:b w:val="0"/>
          <w:szCs w:val="24"/>
        </w:rPr>
        <w:t xml:space="preserve"> </w:t>
      </w:r>
      <w:r w:rsidR="0085747A" w:rsidRPr="00DC6B32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DC6B32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79CAD121" w14:textId="77777777" w:rsidR="0085747A" w:rsidRPr="00DC6B3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C6B32">
        <w:rPr>
          <w:rFonts w:ascii="MS Gothic" w:eastAsia="MS Gothic" w:hAnsi="MS Gothic" w:cs="MS Gothic" w:hint="eastAsia"/>
          <w:b w:val="0"/>
          <w:szCs w:val="24"/>
        </w:rPr>
        <w:t>☐</w:t>
      </w:r>
      <w:r w:rsidRPr="00DC6B3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C5CFAD" w14:textId="77777777" w:rsidR="0085747A" w:rsidRPr="00DC6B3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3BD273E" w14:textId="77777777" w:rsidR="00E22FBC" w:rsidRPr="00DC6B3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C6B32">
        <w:rPr>
          <w:rFonts w:ascii="Corbel" w:hAnsi="Corbel"/>
          <w:smallCaps w:val="0"/>
          <w:szCs w:val="24"/>
        </w:rPr>
        <w:t xml:space="preserve">1.3 </w:t>
      </w:r>
      <w:r w:rsidR="00F83B28" w:rsidRPr="00DC6B32">
        <w:rPr>
          <w:rFonts w:ascii="Corbel" w:hAnsi="Corbel"/>
          <w:smallCaps w:val="0"/>
          <w:szCs w:val="24"/>
        </w:rPr>
        <w:tab/>
      </w:r>
      <w:r w:rsidRPr="00DC6B32">
        <w:rPr>
          <w:rFonts w:ascii="Corbel" w:hAnsi="Corbel"/>
          <w:smallCaps w:val="0"/>
          <w:szCs w:val="24"/>
        </w:rPr>
        <w:t>For</w:t>
      </w:r>
      <w:r w:rsidR="00445970" w:rsidRPr="00DC6B32">
        <w:rPr>
          <w:rFonts w:ascii="Corbel" w:hAnsi="Corbel"/>
          <w:smallCaps w:val="0"/>
          <w:szCs w:val="24"/>
        </w:rPr>
        <w:t xml:space="preserve">ma zaliczenia przedmiotu </w:t>
      </w:r>
      <w:r w:rsidRPr="00DC6B32">
        <w:rPr>
          <w:rFonts w:ascii="Corbel" w:hAnsi="Corbel"/>
          <w:smallCaps w:val="0"/>
          <w:szCs w:val="24"/>
        </w:rPr>
        <w:t xml:space="preserve"> (z toku) </w:t>
      </w:r>
      <w:r w:rsidRPr="00DC6B3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A97580D" w14:textId="77777777" w:rsidR="009C54AE" w:rsidRPr="00DC6B32" w:rsidRDefault="00ED72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DC6B32">
        <w:rPr>
          <w:rFonts w:ascii="Corbel" w:hAnsi="Corbel"/>
          <w:b w:val="0"/>
          <w:szCs w:val="24"/>
        </w:rPr>
        <w:t>zaliczenie z oceną</w:t>
      </w:r>
    </w:p>
    <w:p w14:paraId="4B19E574" w14:textId="77777777" w:rsidR="00E960BB" w:rsidRPr="00DC6B3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848136" w14:textId="77777777" w:rsidR="00E960BB" w:rsidRPr="00DC6B3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C6B3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C6B32" w14:paraId="06450B41" w14:textId="77777777" w:rsidTr="00745302">
        <w:tc>
          <w:tcPr>
            <w:tcW w:w="9670" w:type="dxa"/>
          </w:tcPr>
          <w:p w14:paraId="655DC7EF" w14:textId="77777777" w:rsidR="0085747A" w:rsidRPr="00DC6B32" w:rsidRDefault="00ED72A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pedagogiki specjalnej</w:t>
            </w:r>
            <w:r w:rsidR="002639F6" w:rsidRPr="00DC6B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9CC1B6D" w14:textId="77777777" w:rsidR="0085747A" w:rsidRPr="00DC6B32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1CD6A3F" w14:textId="77777777" w:rsidR="00153C41" w:rsidRPr="00DC6B3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71BE1D" w14:textId="77777777" w:rsidR="0085747A" w:rsidRPr="00DC6B3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C6B32">
        <w:rPr>
          <w:rFonts w:ascii="Corbel" w:hAnsi="Corbel"/>
          <w:szCs w:val="24"/>
        </w:rPr>
        <w:lastRenderedPageBreak/>
        <w:t>3.</w:t>
      </w:r>
      <w:r w:rsidR="0085747A" w:rsidRPr="00DC6B32">
        <w:rPr>
          <w:rFonts w:ascii="Corbel" w:hAnsi="Corbel"/>
          <w:szCs w:val="24"/>
        </w:rPr>
        <w:t xml:space="preserve"> </w:t>
      </w:r>
      <w:r w:rsidR="00A84C85" w:rsidRPr="00DC6B32">
        <w:rPr>
          <w:rFonts w:ascii="Corbel" w:hAnsi="Corbel"/>
          <w:szCs w:val="24"/>
        </w:rPr>
        <w:t>cele, efekty uczenia się</w:t>
      </w:r>
      <w:r w:rsidR="0085747A" w:rsidRPr="00DC6B32">
        <w:rPr>
          <w:rFonts w:ascii="Corbel" w:hAnsi="Corbel"/>
          <w:szCs w:val="24"/>
        </w:rPr>
        <w:t xml:space="preserve"> , treści Programowe i stosowane metody Dydaktyczne</w:t>
      </w:r>
    </w:p>
    <w:p w14:paraId="06974677" w14:textId="77777777" w:rsidR="0085747A" w:rsidRPr="00DC6B3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76F43B" w14:textId="77777777" w:rsidR="0085747A" w:rsidRPr="00DC6B3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C6B32">
        <w:rPr>
          <w:rFonts w:ascii="Corbel" w:hAnsi="Corbel"/>
          <w:sz w:val="24"/>
          <w:szCs w:val="24"/>
        </w:rPr>
        <w:t xml:space="preserve">3.1 </w:t>
      </w:r>
      <w:r w:rsidR="00C05F44" w:rsidRPr="00DC6B32">
        <w:rPr>
          <w:rFonts w:ascii="Corbel" w:hAnsi="Corbel"/>
          <w:sz w:val="24"/>
          <w:szCs w:val="24"/>
        </w:rPr>
        <w:t>Cele przedmiotu</w:t>
      </w:r>
    </w:p>
    <w:tbl>
      <w:tblPr>
        <w:tblStyle w:val="TableGrid"/>
        <w:tblW w:w="9670" w:type="dxa"/>
        <w:tblInd w:w="106" w:type="dxa"/>
        <w:tblCellMar>
          <w:top w:w="43" w:type="dxa"/>
          <w:left w:w="116" w:type="dxa"/>
          <w:right w:w="111" w:type="dxa"/>
        </w:tblCellMar>
        <w:tblLook w:val="04A0" w:firstRow="1" w:lastRow="0" w:firstColumn="1" w:lastColumn="0" w:noHBand="0" w:noVBand="1"/>
      </w:tblPr>
      <w:tblGrid>
        <w:gridCol w:w="850"/>
        <w:gridCol w:w="8820"/>
      </w:tblGrid>
      <w:tr w:rsidR="00ED72AE" w:rsidRPr="00DC6B32" w14:paraId="7398FE50" w14:textId="77777777" w:rsidTr="00ED72AE">
        <w:trPr>
          <w:trHeight w:val="76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73B2" w14:textId="77777777" w:rsidR="00ED72AE" w:rsidRPr="00DC6B32" w:rsidRDefault="00ED72AE" w:rsidP="00B17991">
            <w:pPr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73BAB" w14:textId="77777777" w:rsidR="00ED72AE" w:rsidRPr="00DC6B32" w:rsidRDefault="00ED72AE" w:rsidP="00E1587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Zaznajomienie z wybranymi koncepcjami z zakresu istoty</w:t>
            </w:r>
            <w:r w:rsidRPr="00DC6B32">
              <w:rPr>
                <w:rFonts w:ascii="Corbel" w:hAnsi="Corbel"/>
                <w:sz w:val="24"/>
                <w:szCs w:val="24"/>
              </w:rPr>
              <w:tab/>
              <w:t xml:space="preserve"> kształcenia i wychowania dzieci i młodzieży ze specjalnymi potrzebami edukacyjnymi</w:t>
            </w:r>
            <w:r w:rsidR="002639F6" w:rsidRPr="00DC6B32">
              <w:rPr>
                <w:rFonts w:ascii="Corbel" w:hAnsi="Corbel"/>
                <w:sz w:val="24"/>
                <w:szCs w:val="24"/>
              </w:rPr>
              <w:t>.</w:t>
            </w:r>
            <w:r w:rsidRPr="00DC6B3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D72AE" w:rsidRPr="00DC6B32" w14:paraId="44E42210" w14:textId="77777777" w:rsidTr="00B17991">
        <w:trPr>
          <w:trHeight w:val="65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1322E" w14:textId="77777777" w:rsidR="00ED72AE" w:rsidRPr="00DC6B32" w:rsidRDefault="00ED72AE" w:rsidP="00B17991">
            <w:pPr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EF6EF" w14:textId="77777777" w:rsidR="00ED72AE" w:rsidRPr="00DC6B32" w:rsidRDefault="00ED72AE" w:rsidP="00E1587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Pogłębienie wiedzy dotyczącej planowania i realizowania edukacji, terapii i opieki dzieci i młodzieży ze specjalnymi potrzebami</w:t>
            </w:r>
            <w:r w:rsidR="002639F6" w:rsidRPr="00DC6B3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D72AE" w:rsidRPr="00DC6B32" w14:paraId="4F926BA8" w14:textId="77777777" w:rsidTr="00B17991">
        <w:trPr>
          <w:trHeight w:val="121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BA796" w14:textId="77777777" w:rsidR="00ED72AE" w:rsidRPr="00DC6B32" w:rsidRDefault="00ED72AE" w:rsidP="00B17991">
            <w:pPr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9154A" w14:textId="77777777" w:rsidR="00ED72AE" w:rsidRPr="00DC6B32" w:rsidRDefault="00ED72AE" w:rsidP="00E15876">
            <w:pPr>
              <w:ind w:right="2"/>
              <w:jc w:val="both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Doskonalenie umiejętności organizowania i podejmowania działań o charakterze indywidualnym i zespołowym wobec dzieci i młodzieży ze specjalnymi potrzebami edukacyjnymi i ich rodziców jak i opiekunów.</w:t>
            </w:r>
          </w:p>
        </w:tc>
      </w:tr>
    </w:tbl>
    <w:p w14:paraId="3F38F994" w14:textId="77777777" w:rsidR="0085747A" w:rsidRPr="00DC6B3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CB6BAD" w14:textId="77777777" w:rsidR="001D7B54" w:rsidRPr="00DC6B3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C6B32">
        <w:rPr>
          <w:rFonts w:ascii="Corbel" w:hAnsi="Corbel"/>
          <w:b/>
          <w:sz w:val="24"/>
          <w:szCs w:val="24"/>
        </w:rPr>
        <w:t xml:space="preserve">3.2 </w:t>
      </w:r>
      <w:r w:rsidR="001D7B54" w:rsidRPr="00DC6B32">
        <w:rPr>
          <w:rFonts w:ascii="Corbel" w:hAnsi="Corbel"/>
          <w:b/>
          <w:sz w:val="24"/>
          <w:szCs w:val="24"/>
        </w:rPr>
        <w:t xml:space="preserve">Efekty </w:t>
      </w:r>
      <w:r w:rsidR="00C05F44" w:rsidRPr="00DC6B3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C6B32">
        <w:rPr>
          <w:rFonts w:ascii="Corbel" w:hAnsi="Corbel"/>
          <w:b/>
          <w:sz w:val="24"/>
          <w:szCs w:val="24"/>
        </w:rPr>
        <w:t>dla przedmiotu</w:t>
      </w:r>
      <w:r w:rsidR="00445970" w:rsidRPr="00DC6B32">
        <w:rPr>
          <w:rFonts w:ascii="Corbel" w:hAnsi="Corbel"/>
          <w:sz w:val="24"/>
          <w:szCs w:val="24"/>
        </w:rPr>
        <w:t xml:space="preserve"> </w:t>
      </w:r>
    </w:p>
    <w:p w14:paraId="21EE7536" w14:textId="77777777" w:rsidR="001D7B54" w:rsidRPr="00DC6B3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C6B32" w14:paraId="265313A6" w14:textId="77777777" w:rsidTr="00ED72AE">
        <w:tc>
          <w:tcPr>
            <w:tcW w:w="1681" w:type="dxa"/>
            <w:vAlign w:val="center"/>
          </w:tcPr>
          <w:p w14:paraId="54135648" w14:textId="77777777" w:rsidR="0085747A" w:rsidRPr="00DC6B3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3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C6B3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C6B3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C6B3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86274F2" w14:textId="77777777" w:rsidR="0085747A" w:rsidRPr="00DC6B3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3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C6B3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C6B3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04E1F4CE" w14:textId="4907A347" w:rsidR="001E1920" w:rsidRPr="00DC6B32" w:rsidRDefault="001E1920" w:rsidP="001E19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32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6B7944D8" w14:textId="77777777" w:rsidR="0085747A" w:rsidRPr="00DC6B3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3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C6B3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C6B32" w14:paraId="7854B0EA" w14:textId="77777777" w:rsidTr="00ED72AE">
        <w:tc>
          <w:tcPr>
            <w:tcW w:w="1681" w:type="dxa"/>
          </w:tcPr>
          <w:p w14:paraId="5C258079" w14:textId="77777777" w:rsidR="0085747A" w:rsidRPr="00DC6B3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3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C6B3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5BE9280" w14:textId="511BF3D2" w:rsidR="002639F6" w:rsidRPr="00DC6B32" w:rsidRDefault="00ED72AE" w:rsidP="002A708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="002A7085" w:rsidRPr="00DC6B32">
              <w:rPr>
                <w:rFonts w:ascii="Corbel" w:hAnsi="Corbel"/>
                <w:sz w:val="24"/>
                <w:szCs w:val="24"/>
              </w:rPr>
              <w:t xml:space="preserve">potrzeby dziecka </w:t>
            </w:r>
            <w:r w:rsidR="00BC304F" w:rsidRPr="00DC6B32">
              <w:rPr>
                <w:rFonts w:ascii="Corbel" w:hAnsi="Corbel"/>
                <w:sz w:val="24"/>
                <w:szCs w:val="24"/>
              </w:rPr>
              <w:t>w kontekście zaburzeń rozwojowych.</w:t>
            </w:r>
          </w:p>
        </w:tc>
        <w:tc>
          <w:tcPr>
            <w:tcW w:w="1865" w:type="dxa"/>
          </w:tcPr>
          <w:p w14:paraId="1B070B99" w14:textId="77777777" w:rsidR="0085747A" w:rsidRPr="00DC6B32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32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DC6B32" w14:paraId="1CD4B803" w14:textId="77777777" w:rsidTr="00ED72AE">
        <w:tc>
          <w:tcPr>
            <w:tcW w:w="1681" w:type="dxa"/>
          </w:tcPr>
          <w:p w14:paraId="6413F405" w14:textId="77777777" w:rsidR="0085747A" w:rsidRPr="00DC6B3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3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C855D1F" w14:textId="55D3759D" w:rsidR="0085747A" w:rsidRPr="00DC6B32" w:rsidRDefault="00E15876" w:rsidP="00E15876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 xml:space="preserve">Scharakteryzuje znaczenie więzi społecznych w procesie edukacji dzieci ze specjalnymi potrzebami edukacyjnymi. </w:t>
            </w:r>
          </w:p>
        </w:tc>
        <w:tc>
          <w:tcPr>
            <w:tcW w:w="1865" w:type="dxa"/>
          </w:tcPr>
          <w:p w14:paraId="53527163" w14:textId="77777777" w:rsidR="0085747A" w:rsidRPr="00DC6B32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32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DC6B32" w14:paraId="6A837D42" w14:textId="77777777" w:rsidTr="00ED72AE">
        <w:tc>
          <w:tcPr>
            <w:tcW w:w="1681" w:type="dxa"/>
          </w:tcPr>
          <w:p w14:paraId="27A404C9" w14:textId="77777777" w:rsidR="0085747A" w:rsidRPr="00DC6B32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3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A58679D" w14:textId="6D92CA5C" w:rsidR="0085747A" w:rsidRPr="00DC6B32" w:rsidRDefault="00E15876" w:rsidP="00E15876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Wymieni i opisze</w:t>
            </w:r>
            <w:r w:rsidR="00ED72AE" w:rsidRPr="00DC6B32">
              <w:rPr>
                <w:rFonts w:ascii="Corbel" w:hAnsi="Corbel"/>
                <w:sz w:val="24"/>
                <w:szCs w:val="24"/>
              </w:rPr>
              <w:t xml:space="preserve"> </w:t>
            </w:r>
            <w:r w:rsidR="008B4312" w:rsidRPr="00DC6B32">
              <w:rPr>
                <w:rFonts w:ascii="Corbel" w:hAnsi="Corbel"/>
                <w:sz w:val="24"/>
                <w:szCs w:val="24"/>
              </w:rPr>
              <w:t>style i strategie pracy pedagogicznej z uczniem spec</w:t>
            </w:r>
            <w:r w:rsidRPr="00DC6B32">
              <w:rPr>
                <w:rFonts w:ascii="Corbel" w:hAnsi="Corbel"/>
                <w:sz w:val="24"/>
                <w:szCs w:val="24"/>
              </w:rPr>
              <w:t>jalnymi potrzebami edukacyjnymi</w:t>
            </w:r>
            <w:r w:rsidR="00243ECC" w:rsidRPr="00DC6B3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0C8BCEA6" w14:textId="77777777" w:rsidR="0085747A" w:rsidRPr="00DC6B32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32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ED72AE" w:rsidRPr="00DC6B32" w14:paraId="0D87DEEC" w14:textId="77777777" w:rsidTr="00ED72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4DB4" w14:textId="77777777" w:rsidR="00ED72AE" w:rsidRPr="00DC6B32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3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C6B32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CE7A" w14:textId="2BD75617" w:rsidR="00ED72AE" w:rsidRPr="00DC6B32" w:rsidRDefault="00984C4A" w:rsidP="00984C4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 xml:space="preserve">Przedstawi propozycję oddziaływań w ramach pomocy psychologiczno-pedagogicznej  </w:t>
            </w:r>
            <w:r w:rsidR="00ED72AE" w:rsidRPr="00DC6B32">
              <w:rPr>
                <w:rFonts w:ascii="Corbel" w:hAnsi="Corbel"/>
                <w:sz w:val="24"/>
                <w:szCs w:val="24"/>
              </w:rPr>
              <w:t xml:space="preserve"> </w:t>
            </w:r>
            <w:r w:rsidR="008B4312" w:rsidRPr="00DC6B32">
              <w:rPr>
                <w:rFonts w:ascii="Corbel" w:hAnsi="Corbel"/>
                <w:sz w:val="24"/>
                <w:szCs w:val="24"/>
              </w:rPr>
              <w:t>wobec uczniów</w:t>
            </w:r>
            <w:r w:rsidRPr="00DC6B32">
              <w:rPr>
                <w:rFonts w:ascii="Corbel" w:hAnsi="Corbel"/>
                <w:sz w:val="24"/>
                <w:szCs w:val="24"/>
              </w:rPr>
              <w:t xml:space="preserve"> ze </w:t>
            </w:r>
            <w:r w:rsidR="008B4312" w:rsidRPr="00DC6B32">
              <w:rPr>
                <w:rFonts w:ascii="Corbel" w:hAnsi="Corbel"/>
                <w:sz w:val="24"/>
                <w:szCs w:val="24"/>
              </w:rPr>
              <w:t xml:space="preserve"> specjalnymi potrzebami edukacyjnymi)</w:t>
            </w:r>
            <w:r w:rsidRPr="00DC6B3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0139" w14:textId="77777777" w:rsidR="00ED72AE" w:rsidRPr="00DC6B32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32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ED72AE" w:rsidRPr="00DC6B32" w14:paraId="0C1EBED9" w14:textId="77777777" w:rsidTr="00ED72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B6E9" w14:textId="77777777" w:rsidR="00ED72AE" w:rsidRPr="00DC6B32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3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E4CF" w14:textId="7F4EDFDF" w:rsidR="00ED72AE" w:rsidRPr="00DC6B32" w:rsidRDefault="00984C4A" w:rsidP="00984C4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 xml:space="preserve">Zdiagnozuje i </w:t>
            </w:r>
            <w:r w:rsidR="00243ECC" w:rsidRPr="00DC6B32">
              <w:rPr>
                <w:rFonts w:ascii="Corbel" w:hAnsi="Corbel"/>
                <w:sz w:val="24"/>
                <w:szCs w:val="24"/>
              </w:rPr>
              <w:t>z</w:t>
            </w:r>
            <w:r w:rsidR="00ED72AE" w:rsidRPr="00DC6B32">
              <w:rPr>
                <w:rFonts w:ascii="Corbel" w:hAnsi="Corbel"/>
                <w:sz w:val="24"/>
                <w:szCs w:val="24"/>
              </w:rPr>
              <w:t xml:space="preserve">interpretuje sytuacje </w:t>
            </w:r>
            <w:r w:rsidRPr="00DC6B32">
              <w:rPr>
                <w:rFonts w:ascii="Corbel" w:hAnsi="Corbel"/>
                <w:sz w:val="24"/>
                <w:szCs w:val="24"/>
              </w:rPr>
              <w:t>społeczne</w:t>
            </w:r>
            <w:r w:rsidR="00ED72AE" w:rsidRPr="00DC6B32">
              <w:rPr>
                <w:rFonts w:ascii="Corbel" w:hAnsi="Corbel"/>
                <w:sz w:val="24"/>
                <w:szCs w:val="24"/>
              </w:rPr>
              <w:t xml:space="preserve"> </w:t>
            </w:r>
            <w:r w:rsidR="008B4312" w:rsidRPr="00DC6B32">
              <w:rPr>
                <w:rFonts w:ascii="Corbel" w:hAnsi="Corbel"/>
                <w:sz w:val="24"/>
                <w:szCs w:val="24"/>
              </w:rPr>
              <w:t xml:space="preserve">i rewalidacyjne </w:t>
            </w:r>
            <w:r w:rsidRPr="00DC6B32">
              <w:rPr>
                <w:rFonts w:ascii="Corbel" w:hAnsi="Corbel"/>
                <w:sz w:val="24"/>
                <w:szCs w:val="24"/>
              </w:rPr>
              <w:t xml:space="preserve">dzieci i młodzieży ze specjalnymi potrzebami </w:t>
            </w:r>
            <w:r w:rsidR="00EA6737" w:rsidRPr="00DC6B32">
              <w:rPr>
                <w:rFonts w:ascii="Corbel" w:hAnsi="Corbel"/>
                <w:sz w:val="24"/>
                <w:szCs w:val="24"/>
              </w:rPr>
              <w:t>rozwojowymi</w:t>
            </w:r>
            <w:r w:rsidRPr="00DC6B32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9CB6" w14:textId="77777777" w:rsidR="00ED72AE" w:rsidRPr="00DC6B32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32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ED72AE" w:rsidRPr="00DC6B32" w14:paraId="52B52B24" w14:textId="77777777" w:rsidTr="00ED72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3E50" w14:textId="77777777" w:rsidR="00ED72AE" w:rsidRPr="00DC6B32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3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2E5F" w14:textId="459F95F1" w:rsidR="00ED72AE" w:rsidRPr="00DC6B32" w:rsidRDefault="00EA6737" w:rsidP="00EA6737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Zweryfikuje swoje kompetencje pedagogiczne niezbędne do pracy z dziećmi i młodzieżą ze specjalnymi potrzebami</w:t>
            </w:r>
            <w:r w:rsidR="00ED72AE" w:rsidRPr="00DC6B32">
              <w:rPr>
                <w:rFonts w:ascii="Corbel" w:hAnsi="Corbel"/>
                <w:sz w:val="24"/>
                <w:szCs w:val="24"/>
              </w:rPr>
              <w:t>, posiada motywację do samokształcenia i samorozwoju</w:t>
            </w:r>
            <w:r w:rsidR="0031231C" w:rsidRPr="00DC6B32">
              <w:rPr>
                <w:rFonts w:ascii="Corbel" w:hAnsi="Corbel"/>
                <w:sz w:val="24"/>
                <w:szCs w:val="24"/>
              </w:rPr>
              <w:t xml:space="preserve"> w celu pomocy</w:t>
            </w:r>
            <w:r w:rsidRPr="00DC6B32">
              <w:rPr>
                <w:rFonts w:ascii="Corbel" w:hAnsi="Corbel"/>
                <w:sz w:val="24"/>
                <w:szCs w:val="24"/>
              </w:rPr>
              <w:t xml:space="preserve"> im.</w:t>
            </w:r>
            <w:r w:rsidR="0031231C" w:rsidRPr="00DC6B3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CBE6" w14:textId="77777777" w:rsidR="00ED72AE" w:rsidRPr="00DC6B32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32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0B44F633" w14:textId="77777777" w:rsidR="0085747A" w:rsidRPr="00DC6B3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A5A824" w14:textId="77777777" w:rsidR="0085747A" w:rsidRPr="00DC6B3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C6B32">
        <w:rPr>
          <w:rFonts w:ascii="Corbel" w:hAnsi="Corbel"/>
          <w:b/>
          <w:sz w:val="24"/>
          <w:szCs w:val="24"/>
        </w:rPr>
        <w:t>3.3</w:t>
      </w:r>
      <w:r w:rsidR="001D7B54" w:rsidRPr="00DC6B32">
        <w:rPr>
          <w:rFonts w:ascii="Corbel" w:hAnsi="Corbel"/>
          <w:b/>
          <w:sz w:val="24"/>
          <w:szCs w:val="24"/>
        </w:rPr>
        <w:t xml:space="preserve"> </w:t>
      </w:r>
      <w:r w:rsidR="0085747A" w:rsidRPr="00DC6B32">
        <w:rPr>
          <w:rFonts w:ascii="Corbel" w:hAnsi="Corbel"/>
          <w:b/>
          <w:sz w:val="24"/>
          <w:szCs w:val="24"/>
        </w:rPr>
        <w:t>T</w:t>
      </w:r>
      <w:r w:rsidR="001D7B54" w:rsidRPr="00DC6B3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C6B32">
        <w:rPr>
          <w:rFonts w:ascii="Corbel" w:hAnsi="Corbel"/>
          <w:sz w:val="24"/>
          <w:szCs w:val="24"/>
        </w:rPr>
        <w:t xml:space="preserve">  </w:t>
      </w:r>
    </w:p>
    <w:p w14:paraId="41304DF6" w14:textId="77777777" w:rsidR="0085747A" w:rsidRPr="00DC6B3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C6B3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leGrid"/>
        <w:tblW w:w="9640" w:type="dxa"/>
        <w:tblInd w:w="111" w:type="dxa"/>
        <w:tblLook w:val="04A0" w:firstRow="1" w:lastRow="0" w:firstColumn="1" w:lastColumn="0" w:noHBand="0" w:noVBand="1"/>
      </w:tblPr>
      <w:tblGrid>
        <w:gridCol w:w="9640"/>
      </w:tblGrid>
      <w:tr w:rsidR="00A625CA" w:rsidRPr="00DC6B32" w14:paraId="274A7BFB" w14:textId="77777777" w:rsidTr="00CA5BF1">
        <w:trPr>
          <w:trHeight w:val="283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AAF5" w14:textId="77777777" w:rsidR="00A625CA" w:rsidRPr="00DC6B32" w:rsidRDefault="00A625CA" w:rsidP="00B1799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2758" w:rsidRPr="00DC6B32" w14:paraId="12822672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831323" w14:textId="77777777" w:rsidR="00A625CA" w:rsidRPr="00DC6B32" w:rsidRDefault="00C92758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Problemy rozwojowe</w:t>
            </w:r>
            <w:r w:rsidR="00A625CA" w:rsidRPr="00DC6B32">
              <w:rPr>
                <w:rFonts w:ascii="Corbel" w:hAnsi="Corbel"/>
                <w:sz w:val="24"/>
                <w:szCs w:val="24"/>
              </w:rPr>
              <w:t xml:space="preserve"> dziecka a specjalne potrzeby. </w:t>
            </w:r>
          </w:p>
        </w:tc>
      </w:tr>
      <w:tr w:rsidR="00A625CA" w:rsidRPr="00DC6B32" w14:paraId="594A765C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9994A" w14:textId="77777777" w:rsidR="00A625CA" w:rsidRPr="00DC6B32" w:rsidRDefault="00A625CA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Pomoc psychologiczno-pedagogiczna wobec uczniów ze specjalnymi potrzebami w Polsce w świetle aktualnych regulacji prawnych.</w:t>
            </w:r>
          </w:p>
        </w:tc>
      </w:tr>
      <w:tr w:rsidR="00C92758" w:rsidRPr="00DC6B32" w14:paraId="09B5548C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B9665" w14:textId="77777777" w:rsidR="00C92758" w:rsidRPr="00DC6B32" w:rsidRDefault="00C92758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Wczesne wspomaganie rozwoju dziecka.</w:t>
            </w:r>
          </w:p>
        </w:tc>
      </w:tr>
      <w:tr w:rsidR="00C92758" w:rsidRPr="00DC6B32" w14:paraId="1ECC7317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926A6" w14:textId="77777777" w:rsidR="00C92758" w:rsidRPr="00DC6B32" w:rsidRDefault="00A625CA" w:rsidP="00EA6737">
            <w:pPr>
              <w:spacing w:after="0" w:line="240" w:lineRule="auto"/>
              <w:ind w:right="1"/>
              <w:jc w:val="both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lastRenderedPageBreak/>
              <w:t>Style i strategie pracy</w:t>
            </w:r>
            <w:r w:rsidR="00C92758" w:rsidRPr="00DC6B32">
              <w:rPr>
                <w:rFonts w:ascii="Corbel" w:hAnsi="Corbel"/>
                <w:sz w:val="24"/>
                <w:szCs w:val="24"/>
              </w:rPr>
              <w:t xml:space="preserve"> pedagogicznej z uczniem ze specjalnymi potrzebami edukacyjnymi – poziom diagnostyczny, poziom programowy, poziom praktyczny.</w:t>
            </w:r>
          </w:p>
        </w:tc>
      </w:tr>
      <w:tr w:rsidR="00C92758" w:rsidRPr="00DC6B32" w14:paraId="463F87A6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80975" w14:textId="77777777" w:rsidR="00C92758" w:rsidRPr="00DC6B32" w:rsidRDefault="00A625CA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K</w:t>
            </w:r>
            <w:r w:rsidR="00C92758" w:rsidRPr="00DC6B32">
              <w:rPr>
                <w:rFonts w:ascii="Corbel" w:hAnsi="Corbel"/>
                <w:sz w:val="24"/>
                <w:szCs w:val="24"/>
              </w:rPr>
              <w:t>ształcenia i wychowania uczniów ze spec</w:t>
            </w:r>
            <w:r w:rsidRPr="00DC6B32">
              <w:rPr>
                <w:rFonts w:ascii="Corbel" w:hAnsi="Corbel"/>
                <w:sz w:val="24"/>
                <w:szCs w:val="24"/>
              </w:rPr>
              <w:t>jalnymi potrzebami edukacyjnymi przegląd wybranych koncepcji.</w:t>
            </w:r>
          </w:p>
        </w:tc>
      </w:tr>
    </w:tbl>
    <w:p w14:paraId="0E43C359" w14:textId="77777777" w:rsidR="00C92758" w:rsidRPr="00DC6B32" w:rsidRDefault="00C9275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A97BA8D" w14:textId="2D0C65B2" w:rsidR="0085747A" w:rsidRPr="00DC6B3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C6B32">
        <w:rPr>
          <w:rFonts w:ascii="Corbel" w:hAnsi="Corbel"/>
          <w:sz w:val="24"/>
          <w:szCs w:val="24"/>
        </w:rPr>
        <w:t>Problematyka ćwiczeń audytoryjnych</w:t>
      </w:r>
    </w:p>
    <w:p w14:paraId="4FA62AC4" w14:textId="77777777" w:rsidR="009B3572" w:rsidRPr="00DC6B32" w:rsidRDefault="009B3572" w:rsidP="009B357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C6B32" w14:paraId="1A05F40D" w14:textId="77777777" w:rsidTr="00CA5BF1">
        <w:trPr>
          <w:trHeight w:val="283"/>
        </w:trPr>
        <w:tc>
          <w:tcPr>
            <w:tcW w:w="9520" w:type="dxa"/>
          </w:tcPr>
          <w:p w14:paraId="79DC7874" w14:textId="77777777" w:rsidR="0085747A" w:rsidRPr="00DC6B3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625CA" w:rsidRPr="00DC6B32" w14:paraId="7EE93505" w14:textId="77777777" w:rsidTr="00CA5BF1">
        <w:trPr>
          <w:trHeight w:val="283"/>
        </w:trPr>
        <w:tc>
          <w:tcPr>
            <w:tcW w:w="9520" w:type="dxa"/>
          </w:tcPr>
          <w:p w14:paraId="71705E94" w14:textId="77777777" w:rsidR="00A625CA" w:rsidRPr="00DC6B32" w:rsidRDefault="00A625CA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 xml:space="preserve">Wyzwania edukacji i rewalidacji. </w:t>
            </w:r>
          </w:p>
        </w:tc>
      </w:tr>
      <w:tr w:rsidR="00A625CA" w:rsidRPr="00DC6B32" w14:paraId="547A7D90" w14:textId="77777777" w:rsidTr="00CA5BF1">
        <w:trPr>
          <w:trHeight w:val="283"/>
        </w:trPr>
        <w:tc>
          <w:tcPr>
            <w:tcW w:w="9520" w:type="dxa"/>
          </w:tcPr>
          <w:p w14:paraId="53A3F853" w14:textId="77777777" w:rsidR="00A625CA" w:rsidRPr="00DC6B32" w:rsidRDefault="00A625CA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 xml:space="preserve">Seksualność młodzieży z niepełnosprawnością. </w:t>
            </w:r>
          </w:p>
        </w:tc>
      </w:tr>
      <w:tr w:rsidR="00A625CA" w:rsidRPr="00DC6B32" w14:paraId="1BFE3B12" w14:textId="77777777" w:rsidTr="00CA5BF1">
        <w:trPr>
          <w:trHeight w:val="283"/>
        </w:trPr>
        <w:tc>
          <w:tcPr>
            <w:tcW w:w="9520" w:type="dxa"/>
          </w:tcPr>
          <w:p w14:paraId="7A2FEF5A" w14:textId="77777777" w:rsidR="00A625CA" w:rsidRPr="00DC6B32" w:rsidRDefault="00A625CA" w:rsidP="00EA6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Plany, aspiracje i dążenia życiowe młodzieży z niepełnosprawnością .</w:t>
            </w:r>
          </w:p>
        </w:tc>
      </w:tr>
      <w:tr w:rsidR="00A625CA" w:rsidRPr="00DC6B32" w14:paraId="6BA3F8B9" w14:textId="77777777" w:rsidTr="00CA5BF1">
        <w:trPr>
          <w:trHeight w:val="283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E042" w14:textId="77777777" w:rsidR="00A625CA" w:rsidRPr="00DC6B32" w:rsidRDefault="00A625CA" w:rsidP="00EA6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Działania edukacyjno-terapeutyczne i opiekuńcze wobec dzieci i młodzieży ze specjalnymi potrzebami oraz działania wspierające ich rodziny - ćwiczenia praktyczne.</w:t>
            </w:r>
          </w:p>
        </w:tc>
      </w:tr>
    </w:tbl>
    <w:p w14:paraId="0C89CC9F" w14:textId="77777777" w:rsidR="0085747A" w:rsidRPr="00DC6B3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7B9A19" w14:textId="77777777" w:rsidR="0085747A" w:rsidRPr="00DC6B3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C6B32">
        <w:rPr>
          <w:rFonts w:ascii="Corbel" w:hAnsi="Corbel"/>
          <w:smallCaps w:val="0"/>
          <w:szCs w:val="24"/>
        </w:rPr>
        <w:t>3.4 Metody dydaktyczne</w:t>
      </w:r>
      <w:r w:rsidRPr="00DC6B32">
        <w:rPr>
          <w:rFonts w:ascii="Corbel" w:hAnsi="Corbel"/>
          <w:b w:val="0"/>
          <w:smallCaps w:val="0"/>
          <w:szCs w:val="24"/>
        </w:rPr>
        <w:t xml:space="preserve"> </w:t>
      </w:r>
    </w:p>
    <w:p w14:paraId="29D37C9D" w14:textId="77777777" w:rsidR="0085747A" w:rsidRPr="00DC6B3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604A1C" w14:textId="77777777" w:rsidR="00153C41" w:rsidRPr="00DC6B32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C6B32">
        <w:rPr>
          <w:rFonts w:ascii="Corbel" w:hAnsi="Corbel"/>
          <w:b w:val="0"/>
          <w:smallCaps w:val="0"/>
          <w:szCs w:val="24"/>
        </w:rPr>
        <w:t>W</w:t>
      </w:r>
      <w:r w:rsidR="0085747A" w:rsidRPr="00DC6B32">
        <w:rPr>
          <w:rFonts w:ascii="Corbel" w:hAnsi="Corbel"/>
          <w:b w:val="0"/>
          <w:smallCaps w:val="0"/>
          <w:szCs w:val="24"/>
        </w:rPr>
        <w:t>ykład</w:t>
      </w:r>
      <w:r w:rsidRPr="00DC6B32">
        <w:rPr>
          <w:rFonts w:ascii="Corbel" w:hAnsi="Corbel"/>
          <w:b w:val="0"/>
          <w:smallCaps w:val="0"/>
          <w:szCs w:val="24"/>
        </w:rPr>
        <w:t>: wykład</w:t>
      </w:r>
      <w:r w:rsidR="0085747A" w:rsidRPr="00DC6B32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DC6B32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DC6B32">
        <w:rPr>
          <w:rFonts w:ascii="Corbel" w:hAnsi="Corbel"/>
          <w:b w:val="0"/>
          <w:smallCaps w:val="0"/>
          <w:szCs w:val="24"/>
        </w:rPr>
        <w:t xml:space="preserve">wykład z prezentacją multimedialną </w:t>
      </w:r>
    </w:p>
    <w:p w14:paraId="5607DB0E" w14:textId="77777777" w:rsidR="0085747A" w:rsidRPr="00DC6B32" w:rsidRDefault="00153C41" w:rsidP="00243E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C6B32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DC6B32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DC6B32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DC6B32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DC6B32">
        <w:rPr>
          <w:rFonts w:ascii="Corbel" w:hAnsi="Corbel"/>
          <w:b w:val="0"/>
          <w:smallCaps w:val="0"/>
          <w:szCs w:val="24"/>
        </w:rPr>
        <w:t>praca w </w:t>
      </w:r>
      <w:r w:rsidR="0085747A" w:rsidRPr="00DC6B32">
        <w:rPr>
          <w:rFonts w:ascii="Corbel" w:hAnsi="Corbel"/>
          <w:b w:val="0"/>
          <w:smallCaps w:val="0"/>
          <w:szCs w:val="24"/>
        </w:rPr>
        <w:t>grupach</w:t>
      </w:r>
      <w:r w:rsidR="0071620A" w:rsidRPr="00DC6B32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DC6B32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DC6B32">
        <w:rPr>
          <w:rFonts w:ascii="Corbel" w:hAnsi="Corbel"/>
          <w:b w:val="0"/>
          <w:smallCaps w:val="0"/>
          <w:szCs w:val="24"/>
        </w:rPr>
        <w:t>,</w:t>
      </w:r>
      <w:r w:rsidR="0085747A" w:rsidRPr="00DC6B32">
        <w:rPr>
          <w:rFonts w:ascii="Corbel" w:hAnsi="Corbel"/>
          <w:b w:val="0"/>
          <w:smallCaps w:val="0"/>
          <w:szCs w:val="24"/>
        </w:rPr>
        <w:t xml:space="preserve"> dyskusja</w:t>
      </w:r>
      <w:r w:rsidR="00243ECC" w:rsidRPr="00DC6B32">
        <w:rPr>
          <w:rFonts w:ascii="Corbel" w:hAnsi="Corbel"/>
          <w:b w:val="0"/>
          <w:smallCaps w:val="0"/>
          <w:szCs w:val="24"/>
        </w:rPr>
        <w:t>)</w:t>
      </w:r>
      <w:r w:rsidR="00BF2C41" w:rsidRPr="00DC6B32">
        <w:rPr>
          <w:rFonts w:ascii="Corbel" w:hAnsi="Corbel"/>
          <w:b w:val="0"/>
          <w:smallCaps w:val="0"/>
          <w:szCs w:val="24"/>
        </w:rPr>
        <w:t xml:space="preserve"> </w:t>
      </w:r>
    </w:p>
    <w:p w14:paraId="066B7B7C" w14:textId="77777777" w:rsidR="00E960BB" w:rsidRPr="00DC6B3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6CFDE4" w14:textId="77777777" w:rsidR="00E960BB" w:rsidRPr="00DC6B3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54F65C" w14:textId="77777777" w:rsidR="0085747A" w:rsidRPr="00DC6B3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C6B32">
        <w:rPr>
          <w:rFonts w:ascii="Corbel" w:hAnsi="Corbel"/>
          <w:smallCaps w:val="0"/>
          <w:szCs w:val="24"/>
        </w:rPr>
        <w:t xml:space="preserve">4. </w:t>
      </w:r>
      <w:r w:rsidR="0085747A" w:rsidRPr="00DC6B32">
        <w:rPr>
          <w:rFonts w:ascii="Corbel" w:hAnsi="Corbel"/>
          <w:smallCaps w:val="0"/>
          <w:szCs w:val="24"/>
        </w:rPr>
        <w:t>METODY I KRYTERIA OCENY</w:t>
      </w:r>
      <w:r w:rsidR="009F4610" w:rsidRPr="00DC6B32">
        <w:rPr>
          <w:rFonts w:ascii="Corbel" w:hAnsi="Corbel"/>
          <w:smallCaps w:val="0"/>
          <w:szCs w:val="24"/>
        </w:rPr>
        <w:t xml:space="preserve"> </w:t>
      </w:r>
    </w:p>
    <w:p w14:paraId="0A7BFBCB" w14:textId="77777777" w:rsidR="00923D7D" w:rsidRPr="00DC6B3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776274" w14:textId="77777777" w:rsidR="0085747A" w:rsidRPr="00DC6B3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C6B3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C6B32">
        <w:rPr>
          <w:rFonts w:ascii="Corbel" w:hAnsi="Corbel"/>
          <w:smallCaps w:val="0"/>
          <w:szCs w:val="24"/>
        </w:rPr>
        <w:t>uczenia się</w:t>
      </w:r>
    </w:p>
    <w:p w14:paraId="6C08CF75" w14:textId="77777777" w:rsidR="0085747A" w:rsidRPr="00DC6B3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C6B32" w14:paraId="488667B0" w14:textId="77777777" w:rsidTr="00C92758">
        <w:tc>
          <w:tcPr>
            <w:tcW w:w="1962" w:type="dxa"/>
            <w:vAlign w:val="center"/>
          </w:tcPr>
          <w:p w14:paraId="290BBB1C" w14:textId="77777777" w:rsidR="0085747A" w:rsidRPr="00DC6B3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3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215E189" w14:textId="77777777" w:rsidR="0085747A" w:rsidRPr="00DC6B32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DC6B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C7A1FBB" w14:textId="77777777" w:rsidR="0085747A" w:rsidRPr="00DC6B3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C6B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4203667" w14:textId="77777777" w:rsidR="00923D7D" w:rsidRPr="00DC6B3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3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D3F5B7" w14:textId="77777777" w:rsidR="0085747A" w:rsidRPr="00DC6B3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3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C6B3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C6B3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D083F" w:rsidRPr="00DC6B32" w14:paraId="529E4640" w14:textId="77777777" w:rsidTr="00C92758">
        <w:tc>
          <w:tcPr>
            <w:tcW w:w="1962" w:type="dxa"/>
          </w:tcPr>
          <w:p w14:paraId="6744AEAA" w14:textId="7DA91330" w:rsidR="009D083F" w:rsidRPr="00DC6B32" w:rsidRDefault="00797538" w:rsidP="009D083F">
            <w:pPr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E</w:t>
            </w:r>
            <w:r w:rsidR="009D083F" w:rsidRPr="00DC6B32">
              <w:rPr>
                <w:rFonts w:ascii="Corbel" w:hAnsi="Corbel"/>
                <w:sz w:val="24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50EDA6E5" w14:textId="241D7C86" w:rsidR="009D083F" w:rsidRPr="00DC6B32" w:rsidRDefault="00984C4A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K</w:t>
            </w:r>
            <w:r w:rsidR="009D083F" w:rsidRPr="00DC6B32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482871B0" w14:textId="77777777" w:rsidR="009D083F" w:rsidRPr="00DC6B32" w:rsidRDefault="009E6BA0" w:rsidP="009D083F">
            <w:pPr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w</w:t>
            </w:r>
            <w:r w:rsidR="009D083F" w:rsidRPr="00DC6B32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9D083F" w:rsidRPr="00DC6B32" w14:paraId="78004494" w14:textId="77777777" w:rsidTr="00C92758">
        <w:tc>
          <w:tcPr>
            <w:tcW w:w="1962" w:type="dxa"/>
          </w:tcPr>
          <w:p w14:paraId="1CF9F2DF" w14:textId="77777777" w:rsidR="009D083F" w:rsidRPr="00DC6B32" w:rsidRDefault="009D083F" w:rsidP="009D083F">
            <w:pPr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3BE724E3" w14:textId="7BCD411E" w:rsidR="009D083F" w:rsidRPr="00DC6B32" w:rsidRDefault="00984C4A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K</w:t>
            </w:r>
            <w:r w:rsidR="009D083F" w:rsidRPr="00DC6B32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2D7EE412" w14:textId="77777777" w:rsidR="009D083F" w:rsidRPr="00DC6B32" w:rsidRDefault="009E6BA0" w:rsidP="009D083F">
            <w:pPr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w</w:t>
            </w:r>
            <w:r w:rsidR="009D083F" w:rsidRPr="00DC6B32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9D083F" w:rsidRPr="00DC6B32" w14:paraId="673850E1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CAE4" w14:textId="2ED28017" w:rsidR="009D083F" w:rsidRPr="00DC6B32" w:rsidRDefault="00BC304F" w:rsidP="009D083F">
            <w:pPr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E</w:t>
            </w:r>
            <w:r w:rsidR="009D083F" w:rsidRPr="00DC6B32">
              <w:rPr>
                <w:rFonts w:ascii="Corbel" w:hAnsi="Corbel"/>
                <w:sz w:val="24"/>
                <w:szCs w:val="24"/>
              </w:rPr>
              <w:t>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60AC" w14:textId="42DE6079" w:rsidR="009D083F" w:rsidRPr="00DC6B32" w:rsidRDefault="00984C4A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K</w:t>
            </w:r>
            <w:r w:rsidR="009D083F" w:rsidRPr="00DC6B32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8A24" w14:textId="77777777" w:rsidR="009D083F" w:rsidRPr="00DC6B32" w:rsidRDefault="009E6BA0" w:rsidP="009D083F">
            <w:pPr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w</w:t>
            </w:r>
            <w:r w:rsidR="009D083F" w:rsidRPr="00DC6B32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D1016A" w:rsidRPr="00DC6B32" w14:paraId="24C8D276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C4B7" w14:textId="77777777" w:rsidR="00D1016A" w:rsidRPr="00DC6B32" w:rsidRDefault="00D1016A" w:rsidP="00D1016A">
            <w:pPr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9FC9" w14:textId="1A1DC230" w:rsidR="00D1016A" w:rsidRPr="00DC6B32" w:rsidRDefault="00797538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O</w:t>
            </w:r>
            <w:r w:rsidR="00D1016A" w:rsidRPr="00DC6B32">
              <w:rPr>
                <w:rFonts w:ascii="Corbel" w:hAnsi="Corbel"/>
                <w:sz w:val="24"/>
                <w:szCs w:val="24"/>
              </w:rPr>
              <w:t>bserwacja w trakcie zajęć, 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ACE0" w14:textId="77777777" w:rsidR="00D1016A" w:rsidRPr="00DC6B32" w:rsidRDefault="00D1016A" w:rsidP="00D1016A">
            <w:pPr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1016A" w:rsidRPr="00DC6B32" w14:paraId="7BB72A63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BE7A" w14:textId="04A187C6" w:rsidR="00D1016A" w:rsidRPr="00DC6B32" w:rsidRDefault="00BC304F" w:rsidP="00D1016A">
            <w:pPr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E</w:t>
            </w:r>
            <w:r w:rsidR="00D1016A" w:rsidRPr="00DC6B32">
              <w:rPr>
                <w:rFonts w:ascii="Corbel" w:hAnsi="Corbel"/>
                <w:sz w:val="24"/>
                <w:szCs w:val="24"/>
              </w:rPr>
              <w:t>k_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1E58" w14:textId="1EB91316" w:rsidR="00D1016A" w:rsidRPr="00DC6B32" w:rsidRDefault="00797538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O</w:t>
            </w:r>
            <w:r w:rsidR="00D1016A" w:rsidRPr="00DC6B32">
              <w:rPr>
                <w:rFonts w:ascii="Corbel" w:hAnsi="Corbel"/>
                <w:sz w:val="24"/>
                <w:szCs w:val="24"/>
              </w:rPr>
              <w:t>bserwacja w trakcie zajęć, 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EF83" w14:textId="77777777" w:rsidR="00D1016A" w:rsidRPr="00DC6B32" w:rsidRDefault="00D1016A" w:rsidP="00D1016A">
            <w:pPr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D083F" w:rsidRPr="00DC6B32" w14:paraId="305B59E8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01D7" w14:textId="77777777" w:rsidR="009D083F" w:rsidRPr="00DC6B32" w:rsidRDefault="009D083F" w:rsidP="009D083F">
            <w:pPr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61E8" w14:textId="3F674F09" w:rsidR="009D083F" w:rsidRPr="00DC6B32" w:rsidRDefault="00797538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O</w:t>
            </w:r>
            <w:r w:rsidR="009D083F" w:rsidRPr="00DC6B32">
              <w:rPr>
                <w:rFonts w:ascii="Corbel" w:hAnsi="Corbel"/>
                <w:sz w:val="24"/>
                <w:szCs w:val="24"/>
              </w:rPr>
              <w:t>bserwacja w trakcie zajęć, 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E218" w14:textId="77777777" w:rsidR="009D083F" w:rsidRPr="00DC6B32" w:rsidRDefault="009D083F" w:rsidP="009D083F">
            <w:pPr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B94F30C" w14:textId="77777777" w:rsidR="00923D7D" w:rsidRPr="00DC6B3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3CDE10" w14:textId="77777777" w:rsidR="0085747A" w:rsidRPr="00DC6B3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C6B32">
        <w:rPr>
          <w:rFonts w:ascii="Corbel" w:hAnsi="Corbel"/>
          <w:smallCaps w:val="0"/>
          <w:szCs w:val="24"/>
        </w:rPr>
        <w:t xml:space="preserve">4.2 </w:t>
      </w:r>
      <w:r w:rsidR="0085747A" w:rsidRPr="00DC6B3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C6B32">
        <w:rPr>
          <w:rFonts w:ascii="Corbel" w:hAnsi="Corbel"/>
          <w:smallCaps w:val="0"/>
          <w:szCs w:val="24"/>
        </w:rPr>
        <w:t xml:space="preserve"> </w:t>
      </w:r>
    </w:p>
    <w:p w14:paraId="261FE953" w14:textId="77777777" w:rsidR="00923D7D" w:rsidRPr="00DC6B3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46E301" w14:textId="77777777" w:rsidR="00243ECC" w:rsidRPr="00DC6B32" w:rsidRDefault="00243ECC" w:rsidP="00243E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"/>
        <w:rPr>
          <w:rFonts w:ascii="Corbel" w:hAnsi="Corbel"/>
          <w:sz w:val="24"/>
          <w:szCs w:val="24"/>
        </w:rPr>
      </w:pPr>
      <w:r w:rsidRPr="00DC6B32">
        <w:rPr>
          <w:rFonts w:ascii="Corbel" w:hAnsi="Corbel"/>
          <w:sz w:val="24"/>
          <w:szCs w:val="24"/>
        </w:rPr>
        <w:t>Pozytywna ocena z kolokwium obejmującego treści programowe realizowane w ramach ćwiczeń i wykładów. Aktywność na zajęciach, praca w grupach, dyskusja.</w:t>
      </w:r>
    </w:p>
    <w:p w14:paraId="077F6CA4" w14:textId="77777777" w:rsidR="00243ECC" w:rsidRPr="00DC6B32" w:rsidRDefault="00243EC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E7789CC" w14:textId="77777777" w:rsidR="0085747A" w:rsidRPr="00DC6B3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EE361F" w14:textId="77777777" w:rsidR="009F4610" w:rsidRPr="00DC6B3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C6B32">
        <w:rPr>
          <w:rFonts w:ascii="Corbel" w:hAnsi="Corbel"/>
          <w:b/>
          <w:sz w:val="24"/>
          <w:szCs w:val="24"/>
        </w:rPr>
        <w:t xml:space="preserve">5. </w:t>
      </w:r>
      <w:r w:rsidR="00C61DC5" w:rsidRPr="00DC6B3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F9F0306" w14:textId="77777777" w:rsidR="0085747A" w:rsidRPr="00DC6B3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DC6B32" w14:paraId="0BBBD64A" w14:textId="77777777" w:rsidTr="003E1941">
        <w:tc>
          <w:tcPr>
            <w:tcW w:w="4962" w:type="dxa"/>
            <w:vAlign w:val="center"/>
          </w:tcPr>
          <w:p w14:paraId="4243ED1F" w14:textId="77777777" w:rsidR="0085747A" w:rsidRPr="00DC6B3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C6B32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DC6B3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C6B3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2ECA67D" w14:textId="77777777" w:rsidR="0085747A" w:rsidRPr="00DC6B3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C6B3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C6B3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C6B3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C6B3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C6B32" w14:paraId="6D9078C5" w14:textId="77777777" w:rsidTr="00923D7D">
        <w:tc>
          <w:tcPr>
            <w:tcW w:w="4962" w:type="dxa"/>
          </w:tcPr>
          <w:p w14:paraId="4018964C" w14:textId="77777777" w:rsidR="0085747A" w:rsidRPr="00DC6B32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G</w:t>
            </w:r>
            <w:r w:rsidR="0085747A" w:rsidRPr="00DC6B3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C6B3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C6B3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C6B32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DC6B32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DC6B32">
              <w:rPr>
                <w:rFonts w:ascii="Corbel" w:hAnsi="Corbel"/>
                <w:sz w:val="24"/>
                <w:szCs w:val="24"/>
              </w:rPr>
              <w:t> </w:t>
            </w:r>
            <w:r w:rsidR="0045729E" w:rsidRPr="00DC6B32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DC6B3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6B32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DC6B3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A4AAB0B" w14:textId="77777777" w:rsidR="0085747A" w:rsidRPr="00DC6B32" w:rsidRDefault="00243E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DC6B32" w14:paraId="4E6F89E4" w14:textId="77777777" w:rsidTr="00923D7D">
        <w:tc>
          <w:tcPr>
            <w:tcW w:w="4962" w:type="dxa"/>
          </w:tcPr>
          <w:p w14:paraId="5A760B1C" w14:textId="77777777" w:rsidR="00C61DC5" w:rsidRPr="00DC6B3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DC6B3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952096" w14:textId="77777777" w:rsidR="00C61DC5" w:rsidRPr="00DC6B32" w:rsidRDefault="00C61DC5" w:rsidP="00D101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D1016A" w:rsidRPr="00DC6B32">
              <w:rPr>
                <w:rFonts w:ascii="Corbel" w:hAnsi="Corbel"/>
                <w:sz w:val="24"/>
                <w:szCs w:val="24"/>
              </w:rPr>
              <w:t>w kolokwium</w:t>
            </w:r>
            <w:r w:rsidRPr="00DC6B3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D101E84" w14:textId="77777777" w:rsidR="00C61DC5" w:rsidRPr="00DC6B32" w:rsidRDefault="00243E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DC6B32" w14:paraId="297C66C3" w14:textId="77777777" w:rsidTr="00923D7D">
        <w:tc>
          <w:tcPr>
            <w:tcW w:w="4962" w:type="dxa"/>
          </w:tcPr>
          <w:p w14:paraId="2809C4CC" w14:textId="77777777" w:rsidR="0071620A" w:rsidRPr="00DC6B3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C6B3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C6B3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9CF9F34" w14:textId="77777777" w:rsidR="00C61DC5" w:rsidRPr="00DC6B32" w:rsidRDefault="00243ECC" w:rsidP="00243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(przygotowanie do zajęć, przygotowanie do kolokwium, studiowanie literatury)</w:t>
            </w:r>
          </w:p>
        </w:tc>
        <w:tc>
          <w:tcPr>
            <w:tcW w:w="4677" w:type="dxa"/>
          </w:tcPr>
          <w:p w14:paraId="4D1B403E" w14:textId="77777777" w:rsidR="00C61DC5" w:rsidRPr="00DC6B32" w:rsidRDefault="00243E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67</w:t>
            </w:r>
          </w:p>
        </w:tc>
      </w:tr>
      <w:tr w:rsidR="0085747A" w:rsidRPr="00DC6B32" w14:paraId="5234DFE7" w14:textId="77777777" w:rsidTr="00923D7D">
        <w:tc>
          <w:tcPr>
            <w:tcW w:w="4962" w:type="dxa"/>
          </w:tcPr>
          <w:p w14:paraId="247F1152" w14:textId="77777777" w:rsidR="0085747A" w:rsidRPr="00DC6B3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C83F65" w14:textId="77777777" w:rsidR="0085747A" w:rsidRPr="00DC6B32" w:rsidRDefault="00243E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DC6B32" w14:paraId="6D6D6A45" w14:textId="77777777" w:rsidTr="00923D7D">
        <w:tc>
          <w:tcPr>
            <w:tcW w:w="4962" w:type="dxa"/>
          </w:tcPr>
          <w:p w14:paraId="517E956E" w14:textId="77777777" w:rsidR="0085747A" w:rsidRPr="00DC6B3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C6B3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037881D" w14:textId="77777777" w:rsidR="0085747A" w:rsidRPr="00DC6B32" w:rsidRDefault="00243E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992B994" w14:textId="77777777" w:rsidR="0085747A" w:rsidRPr="00DC6B3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C6B3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C6B3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E622D5" w14:textId="77777777" w:rsidR="003E1941" w:rsidRPr="00DC6B3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30479" w14:textId="77777777" w:rsidR="0085747A" w:rsidRPr="00DC6B3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C6B32">
        <w:rPr>
          <w:rFonts w:ascii="Corbel" w:hAnsi="Corbel"/>
          <w:smallCaps w:val="0"/>
          <w:szCs w:val="24"/>
        </w:rPr>
        <w:t xml:space="preserve">6. </w:t>
      </w:r>
      <w:r w:rsidR="0085747A" w:rsidRPr="00DC6B32">
        <w:rPr>
          <w:rFonts w:ascii="Corbel" w:hAnsi="Corbel"/>
          <w:smallCaps w:val="0"/>
          <w:szCs w:val="24"/>
        </w:rPr>
        <w:t>PRAKTYKI ZAWO</w:t>
      </w:r>
      <w:r w:rsidR="009C1331" w:rsidRPr="00DC6B32">
        <w:rPr>
          <w:rFonts w:ascii="Corbel" w:hAnsi="Corbel"/>
          <w:smallCaps w:val="0"/>
          <w:szCs w:val="24"/>
        </w:rPr>
        <w:t>DOWE W RAMACH PRZEDMIOTU</w:t>
      </w:r>
    </w:p>
    <w:p w14:paraId="215F4730" w14:textId="77777777" w:rsidR="0085747A" w:rsidRPr="00DC6B3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C6B32" w14:paraId="45F3FCAF" w14:textId="77777777" w:rsidTr="0071620A">
        <w:trPr>
          <w:trHeight w:val="397"/>
        </w:trPr>
        <w:tc>
          <w:tcPr>
            <w:tcW w:w="3544" w:type="dxa"/>
          </w:tcPr>
          <w:p w14:paraId="5F3ABCE0" w14:textId="77777777" w:rsidR="0085747A" w:rsidRPr="00DC6B3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3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B6CBF4E" w14:textId="77777777" w:rsidR="0085747A" w:rsidRPr="00DC6B3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DC6B32" w14:paraId="6494B33B" w14:textId="77777777" w:rsidTr="0071620A">
        <w:trPr>
          <w:trHeight w:val="397"/>
        </w:trPr>
        <w:tc>
          <w:tcPr>
            <w:tcW w:w="3544" w:type="dxa"/>
          </w:tcPr>
          <w:p w14:paraId="3C31AE66" w14:textId="77777777" w:rsidR="0085747A" w:rsidRPr="00DC6B3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3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8FC5D50" w14:textId="77777777" w:rsidR="0085747A" w:rsidRPr="00DC6B3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7ACD139" w14:textId="77777777" w:rsidR="003E1941" w:rsidRPr="00DC6B3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E35C08" w14:textId="77777777" w:rsidR="0085747A" w:rsidRPr="00DC6B3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C6B32">
        <w:rPr>
          <w:rFonts w:ascii="Corbel" w:hAnsi="Corbel"/>
          <w:smallCaps w:val="0"/>
          <w:szCs w:val="24"/>
        </w:rPr>
        <w:t xml:space="preserve">7. </w:t>
      </w:r>
      <w:r w:rsidR="0085747A" w:rsidRPr="00DC6B32">
        <w:rPr>
          <w:rFonts w:ascii="Corbel" w:hAnsi="Corbel"/>
          <w:smallCaps w:val="0"/>
          <w:szCs w:val="24"/>
        </w:rPr>
        <w:t>LITERATURA</w:t>
      </w:r>
      <w:r w:rsidRPr="00DC6B32">
        <w:rPr>
          <w:rFonts w:ascii="Corbel" w:hAnsi="Corbel"/>
          <w:smallCaps w:val="0"/>
          <w:szCs w:val="24"/>
        </w:rPr>
        <w:t xml:space="preserve"> </w:t>
      </w:r>
    </w:p>
    <w:p w14:paraId="5C4EA76D" w14:textId="77777777" w:rsidR="00675843" w:rsidRPr="00DC6B3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C6B32" w14:paraId="69B5878C" w14:textId="77777777" w:rsidTr="0071620A">
        <w:trPr>
          <w:trHeight w:val="397"/>
        </w:trPr>
        <w:tc>
          <w:tcPr>
            <w:tcW w:w="7513" w:type="dxa"/>
          </w:tcPr>
          <w:p w14:paraId="5079D8A3" w14:textId="77777777" w:rsidR="0085747A" w:rsidRPr="00DC6B32" w:rsidRDefault="0085747A" w:rsidP="007975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3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D78CF76" w14:textId="77777777" w:rsidR="009E6BA0" w:rsidRPr="00DC6B32" w:rsidRDefault="009E6BA0" w:rsidP="007975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EBBD16F" w14:textId="77777777" w:rsidR="00243ECC" w:rsidRPr="00DC6B32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 xml:space="preserve">Baran J., </w:t>
            </w:r>
            <w:proofErr w:type="spellStart"/>
            <w:r w:rsidRPr="00DC6B32">
              <w:rPr>
                <w:rFonts w:ascii="Corbel" w:hAnsi="Corbel"/>
                <w:sz w:val="24"/>
                <w:szCs w:val="24"/>
              </w:rPr>
              <w:t>Cierpiałowska</w:t>
            </w:r>
            <w:proofErr w:type="spellEnd"/>
            <w:r w:rsidRPr="00DC6B32">
              <w:rPr>
                <w:rFonts w:ascii="Corbel" w:hAnsi="Corbel"/>
                <w:sz w:val="24"/>
                <w:szCs w:val="24"/>
              </w:rPr>
              <w:t xml:space="preserve"> T., Mikrut A. (red.):</w:t>
            </w:r>
            <w:r w:rsidRPr="00DC6B32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DC6B32">
              <w:rPr>
                <w:rFonts w:ascii="Corbel" w:hAnsi="Corbel"/>
                <w:i/>
                <w:sz w:val="24"/>
                <w:szCs w:val="24"/>
              </w:rPr>
              <w:t>Teoriai</w:t>
            </w:r>
            <w:proofErr w:type="spellEnd"/>
            <w:r w:rsidRPr="00DC6B32">
              <w:rPr>
                <w:rFonts w:ascii="Corbel" w:hAnsi="Corbel"/>
                <w:i/>
                <w:sz w:val="24"/>
                <w:szCs w:val="24"/>
              </w:rPr>
              <w:t xml:space="preserve"> praktyka oddziaływań profilaktyczno-wspierających rozwój osób z niepełnosprawnością.</w:t>
            </w:r>
            <w:r w:rsidRPr="00DC6B32">
              <w:rPr>
                <w:rFonts w:ascii="Corbel" w:hAnsi="Corbel"/>
                <w:sz w:val="24"/>
                <w:szCs w:val="24"/>
              </w:rPr>
              <w:t xml:space="preserve"> Kraków 2011. </w:t>
            </w:r>
          </w:p>
          <w:p w14:paraId="165E7B00" w14:textId="77777777" w:rsidR="00243ECC" w:rsidRPr="00DC6B32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C6B32">
              <w:rPr>
                <w:rFonts w:ascii="Corbel" w:hAnsi="Corbel"/>
                <w:sz w:val="24"/>
                <w:szCs w:val="24"/>
              </w:rPr>
              <w:t>Głodkowska</w:t>
            </w:r>
            <w:proofErr w:type="spellEnd"/>
            <w:r w:rsidRPr="00DC6B32">
              <w:rPr>
                <w:rFonts w:ascii="Corbel" w:hAnsi="Corbel"/>
                <w:sz w:val="24"/>
                <w:szCs w:val="24"/>
              </w:rPr>
              <w:t xml:space="preserve"> J.: </w:t>
            </w:r>
            <w:r w:rsidRPr="00DC6B32">
              <w:rPr>
                <w:rFonts w:ascii="Corbel" w:hAnsi="Corbel"/>
                <w:i/>
                <w:sz w:val="24"/>
                <w:szCs w:val="24"/>
              </w:rPr>
              <w:t>Poznanie ucznia szkoły specjalnej.</w:t>
            </w:r>
            <w:r w:rsidRPr="00DC6B32">
              <w:rPr>
                <w:rFonts w:ascii="Corbel" w:hAnsi="Corbel"/>
                <w:sz w:val="24"/>
                <w:szCs w:val="24"/>
              </w:rPr>
              <w:t xml:space="preserve"> Warszawa 1999.</w:t>
            </w:r>
          </w:p>
          <w:p w14:paraId="41A16326" w14:textId="77777777" w:rsidR="00243ECC" w:rsidRPr="00DC6B32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C6B32">
              <w:rPr>
                <w:rFonts w:ascii="Corbel" w:hAnsi="Corbel"/>
                <w:sz w:val="24"/>
                <w:szCs w:val="24"/>
              </w:rPr>
              <w:t>Klaczak</w:t>
            </w:r>
            <w:proofErr w:type="spellEnd"/>
            <w:r w:rsidRPr="00DC6B32">
              <w:rPr>
                <w:rFonts w:ascii="Corbel" w:hAnsi="Corbel"/>
                <w:sz w:val="24"/>
                <w:szCs w:val="24"/>
              </w:rPr>
              <w:t xml:space="preserve"> M., Majewicz P. (red.): </w:t>
            </w:r>
            <w:r w:rsidRPr="00DC6B32">
              <w:rPr>
                <w:rFonts w:ascii="Corbel" w:hAnsi="Corbel"/>
                <w:i/>
                <w:sz w:val="24"/>
                <w:szCs w:val="24"/>
              </w:rPr>
              <w:t>Diagnoza i rewalidacja dziecka ze specjalnymi potrzebami edukacyjnymi</w:t>
            </w:r>
            <w:r w:rsidRPr="00DC6B32">
              <w:rPr>
                <w:rFonts w:ascii="Corbel" w:hAnsi="Corbel"/>
                <w:sz w:val="24"/>
                <w:szCs w:val="24"/>
              </w:rPr>
              <w:t>. Kraków 2006.</w:t>
            </w:r>
          </w:p>
          <w:p w14:paraId="676592D3" w14:textId="77777777" w:rsidR="00243ECC" w:rsidRPr="00DC6B32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 xml:space="preserve">Majewicz P., Mikrut A. (red.): </w:t>
            </w:r>
            <w:r w:rsidRPr="00DC6B32">
              <w:rPr>
                <w:rFonts w:ascii="Corbel" w:hAnsi="Corbel"/>
                <w:i/>
                <w:sz w:val="24"/>
                <w:szCs w:val="24"/>
              </w:rPr>
              <w:t>Aktywizacja ucznia z niepełnosprawnością w różnych obszarach jego edukacji</w:t>
            </w:r>
            <w:r w:rsidRPr="00DC6B32">
              <w:rPr>
                <w:rFonts w:ascii="Corbel" w:hAnsi="Corbel"/>
                <w:sz w:val="24"/>
                <w:szCs w:val="24"/>
              </w:rPr>
              <w:t>. Kraków 2012.</w:t>
            </w:r>
          </w:p>
          <w:p w14:paraId="3EBEA9AE" w14:textId="77777777" w:rsidR="00243ECC" w:rsidRPr="00DC6B32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C6B32">
              <w:rPr>
                <w:rFonts w:ascii="Corbel" w:hAnsi="Corbel"/>
                <w:sz w:val="24"/>
                <w:szCs w:val="24"/>
              </w:rPr>
              <w:t>Palak</w:t>
            </w:r>
            <w:proofErr w:type="spellEnd"/>
            <w:r w:rsidRPr="00DC6B32">
              <w:rPr>
                <w:rFonts w:ascii="Corbel" w:hAnsi="Corbel"/>
                <w:sz w:val="24"/>
                <w:szCs w:val="24"/>
              </w:rPr>
              <w:t xml:space="preserve"> Z. (red.): </w:t>
            </w:r>
            <w:r w:rsidRPr="00DC6B32">
              <w:rPr>
                <w:rFonts w:ascii="Corbel" w:hAnsi="Corbel"/>
                <w:i/>
                <w:sz w:val="24"/>
                <w:szCs w:val="24"/>
              </w:rPr>
              <w:t>Pedagog specjalny w procesie edukacji, rehabilitacji i resocjalizacji</w:t>
            </w:r>
            <w:r w:rsidRPr="00DC6B32">
              <w:rPr>
                <w:rFonts w:ascii="Corbel" w:hAnsi="Corbel"/>
                <w:sz w:val="24"/>
                <w:szCs w:val="24"/>
              </w:rPr>
              <w:t>. Lublin 2008.</w:t>
            </w:r>
          </w:p>
          <w:p w14:paraId="338049CF" w14:textId="77777777" w:rsidR="00243ECC" w:rsidRPr="00DC6B32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 xml:space="preserve">Pilecka W., Bidziński K., </w:t>
            </w:r>
            <w:proofErr w:type="spellStart"/>
            <w:r w:rsidRPr="00DC6B32">
              <w:rPr>
                <w:rFonts w:ascii="Corbel" w:hAnsi="Corbel"/>
                <w:sz w:val="24"/>
                <w:szCs w:val="24"/>
              </w:rPr>
              <w:t>Pietrzkiewicz</w:t>
            </w:r>
            <w:proofErr w:type="spellEnd"/>
            <w:r w:rsidRPr="00DC6B32">
              <w:rPr>
                <w:rFonts w:ascii="Corbel" w:hAnsi="Corbel"/>
                <w:sz w:val="24"/>
                <w:szCs w:val="24"/>
              </w:rPr>
              <w:t xml:space="preserve"> M. (red.): </w:t>
            </w:r>
            <w:r w:rsidRPr="00DC6B32">
              <w:rPr>
                <w:rFonts w:ascii="Corbel" w:hAnsi="Corbel"/>
                <w:i/>
                <w:sz w:val="24"/>
                <w:szCs w:val="24"/>
              </w:rPr>
              <w:t>O poznawaniu siebie i świata przez dziecko ze specjalnymi potrzebami edukacyjnymi</w:t>
            </w:r>
            <w:r w:rsidRPr="00DC6B32">
              <w:rPr>
                <w:rFonts w:ascii="Corbel" w:hAnsi="Corbel"/>
                <w:sz w:val="24"/>
                <w:szCs w:val="24"/>
              </w:rPr>
              <w:t xml:space="preserve">. Kielce 2008. </w:t>
            </w:r>
          </w:p>
          <w:p w14:paraId="5B9C5C9E" w14:textId="77777777" w:rsidR="00243ECC" w:rsidRPr="00DC6B32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 xml:space="preserve">Pilecka W., Ozga A., Kurtek P. (red.): </w:t>
            </w:r>
            <w:r w:rsidRPr="00DC6B32">
              <w:rPr>
                <w:rFonts w:ascii="Corbel" w:hAnsi="Corbel"/>
                <w:i/>
                <w:sz w:val="24"/>
                <w:szCs w:val="24"/>
              </w:rPr>
              <w:t>Dziecko ze specjalnymi potrzebami edukacyjnymi w ekosystemie</w:t>
            </w:r>
            <w:r w:rsidRPr="00DC6B32">
              <w:rPr>
                <w:rFonts w:ascii="Corbel" w:hAnsi="Corbel"/>
                <w:sz w:val="24"/>
                <w:szCs w:val="24"/>
              </w:rPr>
              <w:t>. Kielce 2005.</w:t>
            </w:r>
          </w:p>
          <w:p w14:paraId="189A121C" w14:textId="77777777" w:rsidR="00243ECC" w:rsidRPr="00DC6B32" w:rsidRDefault="00243ECC" w:rsidP="007975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DC6B32" w14:paraId="3386348A" w14:textId="77777777" w:rsidTr="0071620A">
        <w:trPr>
          <w:trHeight w:val="397"/>
        </w:trPr>
        <w:tc>
          <w:tcPr>
            <w:tcW w:w="7513" w:type="dxa"/>
          </w:tcPr>
          <w:p w14:paraId="741DFBB8" w14:textId="77777777" w:rsidR="0085747A" w:rsidRPr="00DC6B32" w:rsidRDefault="0085747A" w:rsidP="00797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C6B3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D4EB755" w14:textId="77777777" w:rsidR="009E6BA0" w:rsidRPr="00DC6B32" w:rsidRDefault="009E6BA0" w:rsidP="00797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FDC0A87" w14:textId="77777777" w:rsidR="00243ECC" w:rsidRPr="00DC6B32" w:rsidRDefault="00243ECC" w:rsidP="007975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 xml:space="preserve">Barłóg K., Mach A., </w:t>
            </w:r>
            <w:proofErr w:type="spellStart"/>
            <w:r w:rsidRPr="00DC6B32">
              <w:rPr>
                <w:rFonts w:ascii="Corbel" w:hAnsi="Corbel"/>
                <w:sz w:val="24"/>
                <w:szCs w:val="24"/>
              </w:rPr>
              <w:t>Zaborniak</w:t>
            </w:r>
            <w:proofErr w:type="spellEnd"/>
            <w:r w:rsidRPr="00DC6B32">
              <w:rPr>
                <w:rFonts w:ascii="Corbel" w:hAnsi="Corbel"/>
                <w:sz w:val="24"/>
                <w:szCs w:val="24"/>
              </w:rPr>
              <w:t xml:space="preserve">-Sobczak M.: </w:t>
            </w:r>
            <w:r w:rsidRPr="00DC6B32">
              <w:rPr>
                <w:rFonts w:ascii="Corbel" w:hAnsi="Corbel"/>
                <w:i/>
                <w:sz w:val="24"/>
                <w:szCs w:val="24"/>
              </w:rPr>
              <w:t>Odkrywanie talentów. Konteksty edukacji i rozwoju.</w:t>
            </w:r>
            <w:r w:rsidRPr="00DC6B32">
              <w:rPr>
                <w:rFonts w:ascii="Corbel" w:hAnsi="Corbel"/>
                <w:sz w:val="24"/>
                <w:szCs w:val="24"/>
              </w:rPr>
              <w:t xml:space="preserve"> Rzeszów 2012.</w:t>
            </w:r>
          </w:p>
          <w:p w14:paraId="078C9DEF" w14:textId="77777777" w:rsidR="00243ECC" w:rsidRPr="00DC6B32" w:rsidRDefault="00243ECC" w:rsidP="007975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Chodkowska M., Osik-</w:t>
            </w:r>
            <w:proofErr w:type="spellStart"/>
            <w:r w:rsidRPr="00DC6B32">
              <w:rPr>
                <w:rFonts w:ascii="Corbel" w:hAnsi="Corbel"/>
                <w:sz w:val="24"/>
                <w:szCs w:val="24"/>
              </w:rPr>
              <w:t>Chudowolska</w:t>
            </w:r>
            <w:proofErr w:type="spellEnd"/>
            <w:r w:rsidRPr="00DC6B32">
              <w:rPr>
                <w:rFonts w:ascii="Corbel" w:hAnsi="Corbel"/>
                <w:sz w:val="24"/>
                <w:szCs w:val="24"/>
              </w:rPr>
              <w:t xml:space="preserve"> D. (red.): </w:t>
            </w:r>
            <w:r w:rsidRPr="00DC6B32">
              <w:rPr>
                <w:rFonts w:ascii="Corbel" w:hAnsi="Corbel"/>
                <w:i/>
                <w:sz w:val="24"/>
                <w:szCs w:val="24"/>
              </w:rPr>
              <w:t>Osoba z upośledzeniem umysłowym w realiach współczesnego świata</w:t>
            </w:r>
            <w:r w:rsidRPr="00DC6B32">
              <w:rPr>
                <w:rFonts w:ascii="Corbel" w:hAnsi="Corbel"/>
                <w:sz w:val="24"/>
                <w:szCs w:val="24"/>
              </w:rPr>
              <w:t>. Kraków 2011.</w:t>
            </w:r>
          </w:p>
          <w:p w14:paraId="389398D7" w14:textId="77777777" w:rsidR="00243ECC" w:rsidRPr="00DC6B32" w:rsidRDefault="00243ECC" w:rsidP="007975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>Jakoniuk-</w:t>
            </w:r>
            <w:proofErr w:type="spellStart"/>
            <w:r w:rsidRPr="00DC6B32">
              <w:rPr>
                <w:rFonts w:ascii="Corbel" w:hAnsi="Corbel"/>
                <w:sz w:val="24"/>
                <w:szCs w:val="24"/>
              </w:rPr>
              <w:t>Diallo</w:t>
            </w:r>
            <w:proofErr w:type="spellEnd"/>
            <w:r w:rsidRPr="00DC6B32">
              <w:rPr>
                <w:rFonts w:ascii="Corbel" w:hAnsi="Corbel"/>
                <w:sz w:val="24"/>
                <w:szCs w:val="24"/>
              </w:rPr>
              <w:t xml:space="preserve"> A., Kubiak H. (red.): </w:t>
            </w:r>
            <w:r w:rsidRPr="00DC6B32">
              <w:rPr>
                <w:rFonts w:ascii="Corbel" w:hAnsi="Corbel"/>
                <w:i/>
                <w:sz w:val="24"/>
                <w:szCs w:val="24"/>
              </w:rPr>
              <w:t>O co pytają rodzice dzieci z niepełnosprawnością?</w:t>
            </w:r>
            <w:r w:rsidRPr="00DC6B32">
              <w:rPr>
                <w:rFonts w:ascii="Corbel" w:hAnsi="Corbel"/>
                <w:sz w:val="24"/>
                <w:szCs w:val="24"/>
              </w:rPr>
              <w:t xml:space="preserve"> Warszawa 2010.</w:t>
            </w:r>
          </w:p>
          <w:p w14:paraId="115B40BB" w14:textId="77777777" w:rsidR="00243ECC" w:rsidRPr="00DC6B32" w:rsidRDefault="00243ECC" w:rsidP="007975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C6B32">
              <w:rPr>
                <w:rFonts w:ascii="Corbel" w:hAnsi="Corbel"/>
                <w:sz w:val="24"/>
                <w:szCs w:val="24"/>
              </w:rPr>
              <w:lastRenderedPageBreak/>
              <w:t>Kirenko</w:t>
            </w:r>
            <w:proofErr w:type="spellEnd"/>
            <w:r w:rsidRPr="00DC6B32">
              <w:rPr>
                <w:rFonts w:ascii="Corbel" w:hAnsi="Corbel"/>
                <w:sz w:val="24"/>
                <w:szCs w:val="24"/>
              </w:rPr>
              <w:t xml:space="preserve"> J., </w:t>
            </w:r>
            <w:proofErr w:type="spellStart"/>
            <w:r w:rsidRPr="00DC6B32">
              <w:rPr>
                <w:rFonts w:ascii="Corbel" w:hAnsi="Corbel"/>
                <w:sz w:val="24"/>
                <w:szCs w:val="24"/>
              </w:rPr>
              <w:t>Parchomiuk</w:t>
            </w:r>
            <w:proofErr w:type="spellEnd"/>
            <w:r w:rsidRPr="00DC6B32">
              <w:rPr>
                <w:rFonts w:ascii="Corbel" w:hAnsi="Corbel"/>
                <w:sz w:val="24"/>
                <w:szCs w:val="24"/>
              </w:rPr>
              <w:t xml:space="preserve"> M.: </w:t>
            </w:r>
            <w:r w:rsidRPr="00DC6B32">
              <w:rPr>
                <w:rFonts w:ascii="Corbel" w:hAnsi="Corbel"/>
                <w:i/>
                <w:sz w:val="24"/>
                <w:szCs w:val="24"/>
              </w:rPr>
              <w:t>Edukacja i rehabilitacja osób z upośledzeniem umysłowym</w:t>
            </w:r>
            <w:r w:rsidRPr="00DC6B32">
              <w:rPr>
                <w:rFonts w:ascii="Corbel" w:hAnsi="Corbel"/>
                <w:sz w:val="24"/>
                <w:szCs w:val="24"/>
              </w:rPr>
              <w:t>. Lublin 2008.</w:t>
            </w:r>
          </w:p>
          <w:p w14:paraId="74CF0A7D" w14:textId="77777777" w:rsidR="00243ECC" w:rsidRPr="00DC6B32" w:rsidRDefault="00243ECC" w:rsidP="00797538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DC6B32">
              <w:rPr>
                <w:rFonts w:ascii="Corbel" w:hAnsi="Corbel"/>
                <w:sz w:val="24"/>
                <w:szCs w:val="24"/>
              </w:rPr>
              <w:t xml:space="preserve">Pilecka W., Rutkowski M. (red.): </w:t>
            </w:r>
            <w:r w:rsidRPr="00DC6B32">
              <w:rPr>
                <w:rFonts w:ascii="Corbel" w:hAnsi="Corbel"/>
                <w:i/>
                <w:sz w:val="24"/>
                <w:szCs w:val="24"/>
              </w:rPr>
              <w:t>Dziecko ze specjalnymi potrzebami edukacyjnymi w drodze ku dorosłości. Psychopedagogiczne podstawy edukacji, rewalidacji i terapii trudności w uczeniu się</w:t>
            </w:r>
            <w:r w:rsidRPr="00DC6B32">
              <w:rPr>
                <w:rFonts w:ascii="Corbel" w:hAnsi="Corbel"/>
                <w:sz w:val="24"/>
                <w:szCs w:val="24"/>
              </w:rPr>
              <w:t>. Kraków 2009.</w:t>
            </w:r>
          </w:p>
          <w:p w14:paraId="45D26554" w14:textId="77777777" w:rsidR="00243ECC" w:rsidRPr="00DC6B32" w:rsidRDefault="00243ECC" w:rsidP="00797538">
            <w:pPr>
              <w:spacing w:after="0" w:line="240" w:lineRule="auto"/>
              <w:ind w:right="19"/>
              <w:jc w:val="both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</w:p>
        </w:tc>
      </w:tr>
    </w:tbl>
    <w:p w14:paraId="3E9A50A0" w14:textId="77777777" w:rsidR="0085747A" w:rsidRPr="00DC6B3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13D055" w14:textId="77777777" w:rsidR="0085747A" w:rsidRPr="00DC6B3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C2E49" w14:textId="77777777" w:rsidR="0085747A" w:rsidRPr="00DC6B3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C6B3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C6B3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031944" w14:textId="77777777" w:rsidR="00C57C2F" w:rsidRDefault="00C57C2F" w:rsidP="00C16ABF">
      <w:pPr>
        <w:spacing w:after="0" w:line="240" w:lineRule="auto"/>
      </w:pPr>
      <w:r>
        <w:separator/>
      </w:r>
    </w:p>
  </w:endnote>
  <w:endnote w:type="continuationSeparator" w:id="0">
    <w:p w14:paraId="3492CF31" w14:textId="77777777" w:rsidR="00C57C2F" w:rsidRDefault="00C57C2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8871F8" w14:textId="77777777" w:rsidR="00C57C2F" w:rsidRDefault="00C57C2F" w:rsidP="00C16ABF">
      <w:pPr>
        <w:spacing w:after="0" w:line="240" w:lineRule="auto"/>
      </w:pPr>
      <w:r>
        <w:separator/>
      </w:r>
    </w:p>
  </w:footnote>
  <w:footnote w:type="continuationSeparator" w:id="0">
    <w:p w14:paraId="5086BC11" w14:textId="77777777" w:rsidR="00C57C2F" w:rsidRDefault="00C57C2F" w:rsidP="00C16ABF">
      <w:pPr>
        <w:spacing w:after="0" w:line="240" w:lineRule="auto"/>
      </w:pPr>
      <w:r>
        <w:continuationSeparator/>
      </w:r>
    </w:p>
  </w:footnote>
  <w:footnote w:id="1">
    <w:p w14:paraId="21FE3C1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B5D74"/>
    <w:multiLevelType w:val="hybridMultilevel"/>
    <w:tmpl w:val="E3306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0079F2"/>
    <w:multiLevelType w:val="hybridMultilevel"/>
    <w:tmpl w:val="02E2F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DF7162"/>
    <w:multiLevelType w:val="hybridMultilevel"/>
    <w:tmpl w:val="379E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59246B"/>
    <w:multiLevelType w:val="hybridMultilevel"/>
    <w:tmpl w:val="8BC6B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923296"/>
    <w:multiLevelType w:val="hybridMultilevel"/>
    <w:tmpl w:val="BA667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17B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71B4"/>
    <w:rsid w:val="000F1C57"/>
    <w:rsid w:val="000F5615"/>
    <w:rsid w:val="00124BFF"/>
    <w:rsid w:val="0012560E"/>
    <w:rsid w:val="00127108"/>
    <w:rsid w:val="00134B13"/>
    <w:rsid w:val="0014633C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5970"/>
    <w:rsid w:val="001D657B"/>
    <w:rsid w:val="001D7B54"/>
    <w:rsid w:val="001E0209"/>
    <w:rsid w:val="001E1920"/>
    <w:rsid w:val="001F2CA2"/>
    <w:rsid w:val="002144C0"/>
    <w:rsid w:val="0022477D"/>
    <w:rsid w:val="002278A9"/>
    <w:rsid w:val="002336F9"/>
    <w:rsid w:val="0024028F"/>
    <w:rsid w:val="00243ECC"/>
    <w:rsid w:val="00244ABC"/>
    <w:rsid w:val="002502BF"/>
    <w:rsid w:val="00251185"/>
    <w:rsid w:val="002639F6"/>
    <w:rsid w:val="00281FF2"/>
    <w:rsid w:val="002857DE"/>
    <w:rsid w:val="00291567"/>
    <w:rsid w:val="002A22BF"/>
    <w:rsid w:val="002A2389"/>
    <w:rsid w:val="002A671D"/>
    <w:rsid w:val="002A7085"/>
    <w:rsid w:val="002B4D55"/>
    <w:rsid w:val="002B5EA0"/>
    <w:rsid w:val="002B6119"/>
    <w:rsid w:val="002C1F06"/>
    <w:rsid w:val="002D0044"/>
    <w:rsid w:val="002D3375"/>
    <w:rsid w:val="002D73D4"/>
    <w:rsid w:val="002E68D3"/>
    <w:rsid w:val="002F02A3"/>
    <w:rsid w:val="002F4ABE"/>
    <w:rsid w:val="003018BA"/>
    <w:rsid w:val="0030395F"/>
    <w:rsid w:val="00305C92"/>
    <w:rsid w:val="0031231C"/>
    <w:rsid w:val="003151C5"/>
    <w:rsid w:val="003343CF"/>
    <w:rsid w:val="00346FE9"/>
    <w:rsid w:val="0034759A"/>
    <w:rsid w:val="003503F6"/>
    <w:rsid w:val="003530DD"/>
    <w:rsid w:val="00363F78"/>
    <w:rsid w:val="003938A3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190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3A7B"/>
    <w:rsid w:val="004968E2"/>
    <w:rsid w:val="004A3EEA"/>
    <w:rsid w:val="004A4D1F"/>
    <w:rsid w:val="004D5282"/>
    <w:rsid w:val="004F1551"/>
    <w:rsid w:val="004F55A3"/>
    <w:rsid w:val="004F6C6E"/>
    <w:rsid w:val="0050496F"/>
    <w:rsid w:val="00513B6F"/>
    <w:rsid w:val="00517C63"/>
    <w:rsid w:val="00526C94"/>
    <w:rsid w:val="005363C4"/>
    <w:rsid w:val="00536BDE"/>
    <w:rsid w:val="00543ACC"/>
    <w:rsid w:val="0056696D"/>
    <w:rsid w:val="00566DEC"/>
    <w:rsid w:val="00573EF9"/>
    <w:rsid w:val="0059071A"/>
    <w:rsid w:val="0059484D"/>
    <w:rsid w:val="005A0855"/>
    <w:rsid w:val="005A3196"/>
    <w:rsid w:val="005C080F"/>
    <w:rsid w:val="005C55E5"/>
    <w:rsid w:val="005C696A"/>
    <w:rsid w:val="005E6E85"/>
    <w:rsid w:val="005F31D2"/>
    <w:rsid w:val="005F44F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07EA4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7538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138"/>
    <w:rsid w:val="008449B3"/>
    <w:rsid w:val="0085747A"/>
    <w:rsid w:val="00884922"/>
    <w:rsid w:val="00885F64"/>
    <w:rsid w:val="008917F9"/>
    <w:rsid w:val="008A45F7"/>
    <w:rsid w:val="008B431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5F9"/>
    <w:rsid w:val="009508DF"/>
    <w:rsid w:val="00950DAC"/>
    <w:rsid w:val="00954A07"/>
    <w:rsid w:val="0096453C"/>
    <w:rsid w:val="00984C4A"/>
    <w:rsid w:val="00997F14"/>
    <w:rsid w:val="009A78D9"/>
    <w:rsid w:val="009B3572"/>
    <w:rsid w:val="009C1331"/>
    <w:rsid w:val="009C3E31"/>
    <w:rsid w:val="009C54AE"/>
    <w:rsid w:val="009C788E"/>
    <w:rsid w:val="009D083F"/>
    <w:rsid w:val="009E3B41"/>
    <w:rsid w:val="009E6BA0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7374"/>
    <w:rsid w:val="00A53FA5"/>
    <w:rsid w:val="00A54817"/>
    <w:rsid w:val="00A601C8"/>
    <w:rsid w:val="00A60799"/>
    <w:rsid w:val="00A625C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304F"/>
    <w:rsid w:val="00BD3869"/>
    <w:rsid w:val="00BD66E9"/>
    <w:rsid w:val="00BD6FF4"/>
    <w:rsid w:val="00BF2C41"/>
    <w:rsid w:val="00BF60F9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663"/>
    <w:rsid w:val="00C57C2F"/>
    <w:rsid w:val="00C61DC5"/>
    <w:rsid w:val="00C67E92"/>
    <w:rsid w:val="00C70A26"/>
    <w:rsid w:val="00C766DF"/>
    <w:rsid w:val="00C92758"/>
    <w:rsid w:val="00C94B98"/>
    <w:rsid w:val="00CA2B96"/>
    <w:rsid w:val="00CA5089"/>
    <w:rsid w:val="00CA5BF1"/>
    <w:rsid w:val="00CB42CB"/>
    <w:rsid w:val="00CB4CA5"/>
    <w:rsid w:val="00CC1244"/>
    <w:rsid w:val="00CD6897"/>
    <w:rsid w:val="00CE5BAC"/>
    <w:rsid w:val="00CF25BE"/>
    <w:rsid w:val="00CF78ED"/>
    <w:rsid w:val="00D02B25"/>
    <w:rsid w:val="00D02EBA"/>
    <w:rsid w:val="00D05D7D"/>
    <w:rsid w:val="00D1016A"/>
    <w:rsid w:val="00D17C3C"/>
    <w:rsid w:val="00D26B2C"/>
    <w:rsid w:val="00D30A21"/>
    <w:rsid w:val="00D352C9"/>
    <w:rsid w:val="00D360F6"/>
    <w:rsid w:val="00D425B2"/>
    <w:rsid w:val="00D428D6"/>
    <w:rsid w:val="00D552B2"/>
    <w:rsid w:val="00D608D1"/>
    <w:rsid w:val="00D616CC"/>
    <w:rsid w:val="00D74119"/>
    <w:rsid w:val="00D8075B"/>
    <w:rsid w:val="00D8678B"/>
    <w:rsid w:val="00DA2114"/>
    <w:rsid w:val="00DC6B32"/>
    <w:rsid w:val="00DE09C0"/>
    <w:rsid w:val="00DE4A14"/>
    <w:rsid w:val="00DF320D"/>
    <w:rsid w:val="00DF71C8"/>
    <w:rsid w:val="00E129B8"/>
    <w:rsid w:val="00E15876"/>
    <w:rsid w:val="00E21E7D"/>
    <w:rsid w:val="00E22FBC"/>
    <w:rsid w:val="00E24BF5"/>
    <w:rsid w:val="00E25338"/>
    <w:rsid w:val="00E46289"/>
    <w:rsid w:val="00E51E44"/>
    <w:rsid w:val="00E63348"/>
    <w:rsid w:val="00E77E88"/>
    <w:rsid w:val="00E8107D"/>
    <w:rsid w:val="00E960BB"/>
    <w:rsid w:val="00EA2074"/>
    <w:rsid w:val="00EA4832"/>
    <w:rsid w:val="00EA4E9D"/>
    <w:rsid w:val="00EA6737"/>
    <w:rsid w:val="00EC4899"/>
    <w:rsid w:val="00ED03AB"/>
    <w:rsid w:val="00ED32D2"/>
    <w:rsid w:val="00ED72AE"/>
    <w:rsid w:val="00EE32DE"/>
    <w:rsid w:val="00EE5457"/>
    <w:rsid w:val="00EF53AC"/>
    <w:rsid w:val="00F070AB"/>
    <w:rsid w:val="00F17567"/>
    <w:rsid w:val="00F27A7B"/>
    <w:rsid w:val="00F526AF"/>
    <w:rsid w:val="00F617C3"/>
    <w:rsid w:val="00F7066B"/>
    <w:rsid w:val="00F83B28"/>
    <w:rsid w:val="00F850AC"/>
    <w:rsid w:val="00FA46E5"/>
    <w:rsid w:val="00FA695D"/>
    <w:rsid w:val="00FB7DBA"/>
    <w:rsid w:val="00FC1C25"/>
    <w:rsid w:val="00FC3F45"/>
    <w:rsid w:val="00FD1D2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11B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Grid">
    <w:name w:val="TableGrid"/>
    <w:rsid w:val="00ED72AE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E6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BA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BA0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Grid">
    <w:name w:val="TableGrid"/>
    <w:rsid w:val="00ED72AE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E6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BA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BA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3664A-0EDA-4529-9451-BE1A5DC84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1020</Words>
  <Characters>6125</Characters>
  <Application>Microsoft Office Word</Application>
  <DocSecurity>0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2019-12-13T09:25:00Z</cp:lastPrinted>
  <dcterms:created xsi:type="dcterms:W3CDTF">2019-11-18T13:04:00Z</dcterms:created>
  <dcterms:modified xsi:type="dcterms:W3CDTF">2021-01-18T07:19:00Z</dcterms:modified>
</cp:coreProperties>
</file>